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3B8A" w:rsidRPr="00286ECA" w:rsidRDefault="003D3B8A" w:rsidP="00190FF9">
      <w:pPr>
        <w:ind w:right="55"/>
        <w:rPr>
          <w:rFonts w:ascii="Times New Roman" w:hAnsi="Times New Roman"/>
          <w:b/>
          <w:bCs/>
          <w:sz w:val="28"/>
          <w:szCs w:val="28"/>
          <w:lang w:val="en-US"/>
        </w:rPr>
        <w:sectPr w:rsidR="003D3B8A" w:rsidRPr="00286ECA" w:rsidSect="005F0638">
          <w:headerReference w:type="even" r:id="rId8"/>
          <w:footerReference w:type="default" r:id="rId9"/>
          <w:footerReference w:type="first" r:id="rId10"/>
          <w:type w:val="continuous"/>
          <w:pgSz w:w="16834" w:h="11907" w:orient="landscape" w:code="9"/>
          <w:pgMar w:top="380" w:right="567" w:bottom="567" w:left="1985" w:header="272" w:footer="567" w:gutter="0"/>
          <w:cols w:space="720"/>
          <w:docGrid w:linePitch="272"/>
        </w:sectPr>
      </w:pPr>
    </w:p>
    <w:tbl>
      <w:tblPr>
        <w:tblStyle w:val="a9"/>
        <w:tblW w:w="1453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10326"/>
        <w:gridCol w:w="4212"/>
      </w:tblGrid>
      <w:tr w:rsidR="00190FF9" w:rsidRPr="005F0638">
        <w:tc>
          <w:tcPr>
            <w:tcW w:w="10326" w:type="dxa"/>
          </w:tcPr>
          <w:p w:rsidR="00190FF9" w:rsidRPr="005F0638" w:rsidRDefault="00190FF9" w:rsidP="002E5A5F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12" w:type="dxa"/>
          </w:tcPr>
          <w:p w:rsidR="00BC2DCB" w:rsidRPr="005F0638" w:rsidRDefault="00190FF9" w:rsidP="00BC2DCB">
            <w:pPr>
              <w:rPr>
                <w:rFonts w:ascii="Times New Roman" w:hAnsi="Times New Roman"/>
                <w:sz w:val="28"/>
                <w:szCs w:val="28"/>
              </w:rPr>
            </w:pPr>
            <w:r w:rsidRPr="005F0638"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 w:rsidR="00BC2DCB" w:rsidRPr="005F0638">
              <w:rPr>
                <w:rFonts w:ascii="Times New Roman" w:hAnsi="Times New Roman"/>
                <w:sz w:val="28"/>
                <w:szCs w:val="28"/>
              </w:rPr>
              <w:t>№ 6</w:t>
            </w:r>
          </w:p>
          <w:p w:rsidR="00190FF9" w:rsidRPr="005F0638" w:rsidRDefault="00BC2DCB" w:rsidP="00A5551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F0638">
              <w:rPr>
                <w:rFonts w:ascii="Times New Roman" w:hAnsi="Times New Roman"/>
                <w:sz w:val="28"/>
                <w:szCs w:val="28"/>
              </w:rPr>
              <w:t>к постановлению Правительства Рязанской области</w:t>
            </w:r>
          </w:p>
        </w:tc>
      </w:tr>
      <w:tr w:rsidR="00A55518" w:rsidRPr="005F0638">
        <w:tc>
          <w:tcPr>
            <w:tcW w:w="10326" w:type="dxa"/>
          </w:tcPr>
          <w:p w:rsidR="00A55518" w:rsidRPr="005F0638" w:rsidRDefault="00A55518" w:rsidP="002E5A5F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12" w:type="dxa"/>
          </w:tcPr>
          <w:p w:rsidR="00A55518" w:rsidRPr="005F0638" w:rsidRDefault="00A55518" w:rsidP="00BC2DC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18.12.2019 № 406</w:t>
            </w:r>
          </w:p>
        </w:tc>
      </w:tr>
    </w:tbl>
    <w:p w:rsidR="00286ECA" w:rsidRPr="00A55518" w:rsidRDefault="00286ECA" w:rsidP="00190FF9">
      <w:pPr>
        <w:spacing w:line="192" w:lineRule="auto"/>
        <w:jc w:val="center"/>
        <w:rPr>
          <w:rFonts w:ascii="Times New Roman" w:hAnsi="Times New Roman"/>
        </w:rPr>
      </w:pPr>
      <w:bookmarkStart w:id="0" w:name="_GoBack"/>
    </w:p>
    <w:bookmarkEnd w:id="0"/>
    <w:p w:rsidR="00BC2DCB" w:rsidRPr="005F0638" w:rsidRDefault="00BC2DCB" w:rsidP="00BC2DCB">
      <w:pPr>
        <w:spacing w:line="192" w:lineRule="auto"/>
        <w:jc w:val="center"/>
        <w:rPr>
          <w:rFonts w:ascii="Times New Roman" w:hAnsi="Times New Roman"/>
          <w:sz w:val="28"/>
          <w:szCs w:val="28"/>
        </w:rPr>
      </w:pPr>
      <w:r w:rsidRPr="005F0638">
        <w:rPr>
          <w:rFonts w:ascii="Times New Roman" w:hAnsi="Times New Roman"/>
          <w:sz w:val="28"/>
          <w:szCs w:val="28"/>
        </w:rPr>
        <w:t xml:space="preserve">«5. Система программных мероприятий </w:t>
      </w:r>
    </w:p>
    <w:p w:rsidR="00BC2DCB" w:rsidRPr="005F0638" w:rsidRDefault="00BC2DCB" w:rsidP="00BC2DCB">
      <w:pPr>
        <w:autoSpaceDE w:val="0"/>
        <w:autoSpaceDN w:val="0"/>
        <w:adjustRightInd w:val="0"/>
        <w:jc w:val="both"/>
        <w:outlineLvl w:val="0"/>
        <w:rPr>
          <w:rFonts w:ascii="Times New Roman" w:hAnsi="Times New Roman"/>
        </w:rPr>
      </w:pPr>
    </w:p>
    <w:tbl>
      <w:tblPr>
        <w:tblW w:w="14459" w:type="dxa"/>
        <w:tblInd w:w="-7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18"/>
        <w:gridCol w:w="2165"/>
        <w:gridCol w:w="844"/>
        <w:gridCol w:w="795"/>
        <w:gridCol w:w="899"/>
        <w:gridCol w:w="740"/>
        <w:gridCol w:w="644"/>
        <w:gridCol w:w="645"/>
        <w:gridCol w:w="645"/>
        <w:gridCol w:w="645"/>
        <w:gridCol w:w="645"/>
        <w:gridCol w:w="645"/>
        <w:gridCol w:w="645"/>
        <w:gridCol w:w="645"/>
        <w:gridCol w:w="645"/>
        <w:gridCol w:w="645"/>
        <w:gridCol w:w="2149"/>
      </w:tblGrid>
      <w:tr w:rsidR="00BC2DCB" w:rsidRPr="005F0638" w:rsidTr="005F0638">
        <w:tc>
          <w:tcPr>
            <w:tcW w:w="4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C2DCB" w:rsidRPr="005F0638" w:rsidRDefault="00BC2DCB" w:rsidP="00BC2DC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5F0638">
              <w:rPr>
                <w:rFonts w:ascii="Times New Roman" w:hAnsi="Times New Roman"/>
              </w:rPr>
              <w:t>№</w:t>
            </w:r>
          </w:p>
          <w:p w:rsidR="00BC2DCB" w:rsidRPr="005F0638" w:rsidRDefault="00BC2DCB" w:rsidP="00BC2DC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5F0638">
              <w:rPr>
                <w:rFonts w:ascii="Times New Roman" w:hAnsi="Times New Roman"/>
              </w:rPr>
              <w:t>п/п</w:t>
            </w:r>
          </w:p>
        </w:tc>
        <w:tc>
          <w:tcPr>
            <w:tcW w:w="21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C2DCB" w:rsidRPr="005F0638" w:rsidRDefault="00BC2DCB" w:rsidP="00BC2DC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5F0638">
              <w:rPr>
                <w:rFonts w:ascii="Times New Roman" w:hAnsi="Times New Roman"/>
              </w:rPr>
              <w:t>Программные мероприятия, обеспечивающие выполнение задачи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C2DCB" w:rsidRPr="005F0638" w:rsidRDefault="00BC2DCB" w:rsidP="00BC2DC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5F0638">
              <w:rPr>
                <w:rFonts w:ascii="Times New Roman" w:hAnsi="Times New Roman"/>
              </w:rPr>
              <w:t xml:space="preserve">Главные </w:t>
            </w:r>
            <w:proofErr w:type="spellStart"/>
            <w:r w:rsidRPr="005F0638">
              <w:rPr>
                <w:rFonts w:ascii="Times New Roman" w:hAnsi="Times New Roman"/>
              </w:rPr>
              <w:t>распоря-дители</w:t>
            </w:r>
            <w:proofErr w:type="spellEnd"/>
          </w:p>
        </w:tc>
        <w:tc>
          <w:tcPr>
            <w:tcW w:w="8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C2DCB" w:rsidRPr="005F0638" w:rsidRDefault="00BC2DCB" w:rsidP="00BC2DC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proofErr w:type="spellStart"/>
            <w:r w:rsidRPr="005F0638">
              <w:rPr>
                <w:rFonts w:ascii="Times New Roman" w:hAnsi="Times New Roman"/>
              </w:rPr>
              <w:t>Испол-нители</w:t>
            </w:r>
            <w:proofErr w:type="spellEnd"/>
          </w:p>
        </w:tc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C2DCB" w:rsidRPr="005F0638" w:rsidRDefault="00BC2DCB" w:rsidP="00BC2DC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5F0638">
              <w:rPr>
                <w:rFonts w:ascii="Times New Roman" w:hAnsi="Times New Roman"/>
              </w:rPr>
              <w:t xml:space="preserve">Источник </w:t>
            </w:r>
            <w:proofErr w:type="spellStart"/>
            <w:r w:rsidRPr="005F0638">
              <w:rPr>
                <w:rFonts w:ascii="Times New Roman" w:hAnsi="Times New Roman"/>
              </w:rPr>
              <w:t>финанси-рования</w:t>
            </w:r>
            <w:proofErr w:type="spellEnd"/>
          </w:p>
        </w:tc>
        <w:tc>
          <w:tcPr>
            <w:tcW w:w="72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C2DCB" w:rsidRPr="005F0638" w:rsidRDefault="00BC2DCB" w:rsidP="00BC2DC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5F0638">
              <w:rPr>
                <w:rFonts w:ascii="Times New Roman" w:hAnsi="Times New Roman"/>
              </w:rPr>
              <w:t>Объем финансирования, тыс. руб.</w:t>
            </w:r>
          </w:p>
        </w:tc>
        <w:tc>
          <w:tcPr>
            <w:tcW w:w="21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C2DCB" w:rsidRPr="005F0638" w:rsidRDefault="00BC2DCB" w:rsidP="00BC2DC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5F0638">
              <w:rPr>
                <w:rFonts w:ascii="Times New Roman" w:hAnsi="Times New Roman"/>
              </w:rPr>
              <w:t>Ожидаемый результат</w:t>
            </w:r>
          </w:p>
        </w:tc>
      </w:tr>
      <w:tr w:rsidR="00BC2DCB" w:rsidRPr="005F0638" w:rsidTr="005F0638">
        <w:tc>
          <w:tcPr>
            <w:tcW w:w="42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C2DCB" w:rsidRPr="005F0638" w:rsidRDefault="00BC2DCB" w:rsidP="00BC2DCB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218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C2DCB" w:rsidRPr="005F0638" w:rsidRDefault="00BC2DCB" w:rsidP="00BC2DCB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C2DCB" w:rsidRPr="005F0638" w:rsidRDefault="00BC2DCB" w:rsidP="00BC2DCB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80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C2DCB" w:rsidRPr="005F0638" w:rsidRDefault="00BC2DCB" w:rsidP="00BC2DCB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C2DCB" w:rsidRPr="005F0638" w:rsidRDefault="00BC2DCB" w:rsidP="00BC2DCB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7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C2DCB" w:rsidRPr="005F0638" w:rsidRDefault="00BC2DCB" w:rsidP="00BC2DC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5F0638">
              <w:rPr>
                <w:rFonts w:ascii="Times New Roman" w:hAnsi="Times New Roman"/>
              </w:rPr>
              <w:t>всего</w:t>
            </w:r>
          </w:p>
        </w:tc>
        <w:tc>
          <w:tcPr>
            <w:tcW w:w="650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C2DCB" w:rsidRPr="005F0638" w:rsidRDefault="00BC2DCB" w:rsidP="00BC2DC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5F0638">
              <w:rPr>
                <w:rFonts w:ascii="Times New Roman" w:hAnsi="Times New Roman"/>
              </w:rPr>
              <w:t>в том числе по годам</w:t>
            </w:r>
          </w:p>
        </w:tc>
        <w:tc>
          <w:tcPr>
            <w:tcW w:w="21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C2DCB" w:rsidRPr="005F0638" w:rsidRDefault="00BC2DCB" w:rsidP="00BC2DC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</w:tr>
      <w:tr w:rsidR="00BC2DCB" w:rsidRPr="005F0638" w:rsidTr="005F0638">
        <w:tc>
          <w:tcPr>
            <w:tcW w:w="42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C2DCB" w:rsidRPr="005F0638" w:rsidRDefault="00BC2DCB" w:rsidP="00BC2DCB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218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C2DCB" w:rsidRPr="005F0638" w:rsidRDefault="00BC2DCB" w:rsidP="00BC2DCB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C2DCB" w:rsidRPr="005F0638" w:rsidRDefault="00BC2DCB" w:rsidP="00BC2DCB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80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C2DCB" w:rsidRPr="005F0638" w:rsidRDefault="00BC2DCB" w:rsidP="00BC2DCB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C2DCB" w:rsidRPr="005F0638" w:rsidRDefault="00BC2DCB" w:rsidP="00BC2DCB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7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C2DCB" w:rsidRPr="005F0638" w:rsidRDefault="00BC2DCB" w:rsidP="00BC2DCB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C2DCB" w:rsidRPr="005F0638" w:rsidRDefault="00BC2DCB" w:rsidP="00BC2DC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5F0638">
              <w:rPr>
                <w:rFonts w:ascii="Times New Roman" w:hAnsi="Times New Roman"/>
              </w:rPr>
              <w:t>2015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C2DCB" w:rsidRPr="005F0638" w:rsidRDefault="00BC2DCB" w:rsidP="00BC2DC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5F0638">
              <w:rPr>
                <w:rFonts w:ascii="Times New Roman" w:hAnsi="Times New Roman"/>
              </w:rPr>
              <w:t>2016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C2DCB" w:rsidRPr="005F0638" w:rsidRDefault="00BC2DCB" w:rsidP="00BC2DC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5F0638">
              <w:rPr>
                <w:rFonts w:ascii="Times New Roman" w:hAnsi="Times New Roman"/>
              </w:rPr>
              <w:t>2017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C2DCB" w:rsidRPr="005F0638" w:rsidRDefault="00BC2DCB" w:rsidP="00BC2DC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5F0638">
              <w:rPr>
                <w:rFonts w:ascii="Times New Roman" w:hAnsi="Times New Roman"/>
              </w:rPr>
              <w:t>2018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C2DCB" w:rsidRPr="005F0638" w:rsidRDefault="00BC2DCB" w:rsidP="00BC2DC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5F0638">
              <w:rPr>
                <w:rFonts w:ascii="Times New Roman" w:hAnsi="Times New Roman"/>
              </w:rPr>
              <w:t>2019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C2DCB" w:rsidRPr="005F0638" w:rsidRDefault="00BC2DCB" w:rsidP="00BC2DC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5F0638">
              <w:rPr>
                <w:rFonts w:ascii="Times New Roman" w:hAnsi="Times New Roman"/>
              </w:rPr>
              <w:t>2020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C2DCB" w:rsidRPr="005F0638" w:rsidRDefault="00BC2DCB" w:rsidP="00BC2DC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5F0638">
              <w:rPr>
                <w:rFonts w:ascii="Times New Roman" w:hAnsi="Times New Roman"/>
              </w:rPr>
              <w:t>2021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C2DCB" w:rsidRPr="005F0638" w:rsidRDefault="00BC2DCB" w:rsidP="00BC2DC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5F0638">
              <w:rPr>
                <w:rFonts w:ascii="Times New Roman" w:hAnsi="Times New Roman"/>
              </w:rPr>
              <w:t>2022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C2DCB" w:rsidRPr="005F0638" w:rsidRDefault="00BC2DCB" w:rsidP="00BC2DC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5F0638">
              <w:rPr>
                <w:rFonts w:ascii="Times New Roman" w:hAnsi="Times New Roman"/>
              </w:rPr>
              <w:t>2023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C2DCB" w:rsidRPr="005F0638" w:rsidRDefault="00BC2DCB" w:rsidP="00BC2DC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5F0638">
              <w:rPr>
                <w:rFonts w:ascii="Times New Roman" w:hAnsi="Times New Roman"/>
              </w:rPr>
              <w:t>2024</w:t>
            </w:r>
          </w:p>
        </w:tc>
        <w:tc>
          <w:tcPr>
            <w:tcW w:w="21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C2DCB" w:rsidRPr="005F0638" w:rsidRDefault="00BC2DCB" w:rsidP="00BC2DC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</w:tr>
    </w:tbl>
    <w:p w:rsidR="00BC2DCB" w:rsidRPr="005F0638" w:rsidRDefault="00BC2DCB" w:rsidP="00BC2DCB">
      <w:pPr>
        <w:tabs>
          <w:tab w:val="left" w:pos="3924"/>
        </w:tabs>
        <w:rPr>
          <w:rFonts w:ascii="Times New Roman" w:hAnsi="Times New Roman"/>
          <w:sz w:val="2"/>
          <w:szCs w:val="2"/>
        </w:rPr>
      </w:pPr>
      <w:r w:rsidRPr="005F0638">
        <w:rPr>
          <w:rFonts w:ascii="Times New Roman" w:hAnsi="Times New Roman"/>
          <w:sz w:val="2"/>
          <w:szCs w:val="2"/>
        </w:rPr>
        <w:tab/>
      </w:r>
    </w:p>
    <w:tbl>
      <w:tblPr>
        <w:tblW w:w="14459" w:type="dxa"/>
        <w:tblInd w:w="-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6"/>
        <w:gridCol w:w="2163"/>
        <w:gridCol w:w="846"/>
        <w:gridCol w:w="790"/>
        <w:gridCol w:w="901"/>
        <w:gridCol w:w="734"/>
        <w:gridCol w:w="646"/>
        <w:gridCol w:w="646"/>
        <w:gridCol w:w="646"/>
        <w:gridCol w:w="646"/>
        <w:gridCol w:w="646"/>
        <w:gridCol w:w="646"/>
        <w:gridCol w:w="646"/>
        <w:gridCol w:w="646"/>
        <w:gridCol w:w="646"/>
        <w:gridCol w:w="646"/>
        <w:gridCol w:w="2149"/>
      </w:tblGrid>
      <w:tr w:rsidR="00BC2DCB" w:rsidRPr="005F0638" w:rsidTr="005F0638">
        <w:trPr>
          <w:tblHeader/>
        </w:trPr>
        <w:tc>
          <w:tcPr>
            <w:tcW w:w="4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BC2DCB" w:rsidRPr="005F0638" w:rsidRDefault="00BC2DCB" w:rsidP="00BC2DC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5F0638">
              <w:rPr>
                <w:rFonts w:ascii="Times New Roman" w:hAnsi="Times New Roman"/>
              </w:rPr>
              <w:t>1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BC2DCB" w:rsidRPr="005F0638" w:rsidRDefault="00BC2DCB" w:rsidP="00BC2DC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5F0638">
              <w:rPr>
                <w:rFonts w:ascii="Times New Roman" w:hAnsi="Times New Roman"/>
              </w:rPr>
              <w:t>2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BC2DCB" w:rsidRPr="005F0638" w:rsidRDefault="00BC2DCB" w:rsidP="00BC2DC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5F0638">
              <w:rPr>
                <w:rFonts w:ascii="Times New Roman" w:hAnsi="Times New Roman"/>
              </w:rPr>
              <w:t>3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BC2DCB" w:rsidRPr="005F0638" w:rsidRDefault="00BC2DCB" w:rsidP="00BC2DC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5F0638">
              <w:rPr>
                <w:rFonts w:ascii="Times New Roman" w:hAnsi="Times New Roman"/>
              </w:rPr>
              <w:t>4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BC2DCB" w:rsidRPr="005F0638" w:rsidRDefault="00BC2DCB" w:rsidP="00BC2DC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5F0638">
              <w:rPr>
                <w:rFonts w:ascii="Times New Roman" w:hAnsi="Times New Roman"/>
              </w:rPr>
              <w:t>5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BC2DCB" w:rsidRPr="005F0638" w:rsidRDefault="00BC2DCB" w:rsidP="00BC2DC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5F0638">
              <w:rPr>
                <w:rFonts w:ascii="Times New Roman" w:hAnsi="Times New Roman"/>
              </w:rPr>
              <w:t>6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BC2DCB" w:rsidRPr="005F0638" w:rsidRDefault="00BC2DCB" w:rsidP="00BC2DC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5F0638">
              <w:rPr>
                <w:rFonts w:ascii="Times New Roman" w:hAnsi="Times New Roman"/>
              </w:rPr>
              <w:t>7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BC2DCB" w:rsidRPr="005F0638" w:rsidRDefault="00BC2DCB" w:rsidP="00BC2DC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5F0638">
              <w:rPr>
                <w:rFonts w:ascii="Times New Roman" w:hAnsi="Times New Roman"/>
              </w:rPr>
              <w:t>8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BC2DCB" w:rsidRPr="005F0638" w:rsidRDefault="00BC2DCB" w:rsidP="00BC2DC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5F0638">
              <w:rPr>
                <w:rFonts w:ascii="Times New Roman" w:hAnsi="Times New Roman"/>
              </w:rPr>
              <w:t>9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BC2DCB" w:rsidRPr="005F0638" w:rsidRDefault="00BC2DCB" w:rsidP="00BC2DC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5F0638">
              <w:rPr>
                <w:rFonts w:ascii="Times New Roman" w:hAnsi="Times New Roman"/>
              </w:rPr>
              <w:t>10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BC2DCB" w:rsidRPr="005F0638" w:rsidRDefault="00BC2DCB" w:rsidP="00BC2DC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5F0638">
              <w:rPr>
                <w:rFonts w:ascii="Times New Roman" w:hAnsi="Times New Roman"/>
              </w:rPr>
              <w:t>11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BC2DCB" w:rsidRPr="005F0638" w:rsidRDefault="00BC2DCB" w:rsidP="00BC2DC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5F0638">
              <w:rPr>
                <w:rFonts w:ascii="Times New Roman" w:hAnsi="Times New Roman"/>
              </w:rPr>
              <w:t>12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BC2DCB" w:rsidRPr="005F0638" w:rsidRDefault="00BC2DCB" w:rsidP="00BC2DC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5F0638">
              <w:rPr>
                <w:rFonts w:ascii="Times New Roman" w:hAnsi="Times New Roman"/>
              </w:rPr>
              <w:t>13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BC2DCB" w:rsidRPr="005F0638" w:rsidRDefault="00BC2DCB" w:rsidP="00BC2DC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5F0638">
              <w:rPr>
                <w:rFonts w:ascii="Times New Roman" w:hAnsi="Times New Roman"/>
              </w:rPr>
              <w:t>14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BC2DCB" w:rsidRPr="005F0638" w:rsidRDefault="00BC2DCB" w:rsidP="00BC2DC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5F0638">
              <w:rPr>
                <w:rFonts w:ascii="Times New Roman" w:hAnsi="Times New Roman"/>
              </w:rPr>
              <w:t>15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BC2DCB" w:rsidRPr="005F0638" w:rsidRDefault="00BC2DCB" w:rsidP="00BC2DC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5F0638">
              <w:rPr>
                <w:rFonts w:ascii="Times New Roman" w:hAnsi="Times New Roman"/>
              </w:rPr>
              <w:t>16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BC2DCB" w:rsidRPr="005F0638" w:rsidRDefault="00BC2DCB" w:rsidP="00BC2DC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5F0638">
              <w:rPr>
                <w:rFonts w:ascii="Times New Roman" w:hAnsi="Times New Roman"/>
              </w:rPr>
              <w:t>17</w:t>
            </w:r>
          </w:p>
        </w:tc>
      </w:tr>
      <w:tr w:rsidR="00BC2DCB" w:rsidRPr="005F0638" w:rsidTr="005F0638">
        <w:trPr>
          <w:cantSplit/>
          <w:trHeight w:val="1399"/>
        </w:trPr>
        <w:tc>
          <w:tcPr>
            <w:tcW w:w="42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BC2DCB" w:rsidRPr="005F0638" w:rsidRDefault="00BC2DCB" w:rsidP="00BC2DC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bookmarkStart w:id="1" w:name="sub_6051"/>
            <w:r w:rsidRPr="005F0638">
              <w:rPr>
                <w:rFonts w:ascii="Times New Roman" w:hAnsi="Times New Roman"/>
              </w:rPr>
              <w:t>1</w:t>
            </w:r>
            <w:bookmarkEnd w:id="1"/>
          </w:p>
        </w:tc>
        <w:tc>
          <w:tcPr>
            <w:tcW w:w="21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BC2DCB" w:rsidRPr="005F0638" w:rsidRDefault="00BC2DCB" w:rsidP="00BC2DCB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5F0638">
              <w:rPr>
                <w:rFonts w:ascii="Times New Roman" w:hAnsi="Times New Roman"/>
              </w:rPr>
              <w:t>Задача 1. Совершенствование деятельности ГМО РО, осуществляющих паллиативную помощь, поддерживающее лечение и оздоровительные мероприятия, в том числе:</w:t>
            </w:r>
          </w:p>
        </w:tc>
        <w:tc>
          <w:tcPr>
            <w:tcW w:w="8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BC2DCB" w:rsidRPr="005F0638" w:rsidRDefault="00BC2DCB" w:rsidP="00BC2DC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7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BC2DCB" w:rsidRPr="005F0638" w:rsidRDefault="00BC2DCB" w:rsidP="00BC2DC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BC2DCB" w:rsidRPr="005F0638" w:rsidRDefault="00BC2DCB" w:rsidP="00BC2DC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proofErr w:type="spellStart"/>
            <w:r w:rsidRPr="005F0638">
              <w:rPr>
                <w:rFonts w:ascii="Times New Roman" w:hAnsi="Times New Roman"/>
              </w:rPr>
              <w:t>област</w:t>
            </w:r>
            <w:proofErr w:type="spellEnd"/>
            <w:r w:rsidRPr="005F0638">
              <w:rPr>
                <w:rFonts w:ascii="Times New Roman" w:hAnsi="Times New Roman"/>
              </w:rPr>
              <w:t>-ной бюджет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BC2DCB" w:rsidRPr="005F0638" w:rsidRDefault="00BC2DCB" w:rsidP="00BC2DC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5F0638">
              <w:rPr>
                <w:rFonts w:ascii="Times New Roman" w:hAnsi="Times New Roman"/>
              </w:rPr>
              <w:t>711186,74652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BC2DCB" w:rsidRPr="005F0638" w:rsidRDefault="00BC2DCB" w:rsidP="00BC2DC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5F0638">
              <w:rPr>
                <w:rFonts w:ascii="Times New Roman" w:hAnsi="Times New Roman"/>
              </w:rPr>
              <w:t>37070,05521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BC2DCB" w:rsidRPr="005F0638" w:rsidRDefault="00BC2DCB" w:rsidP="00BC2DC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5F0638">
              <w:rPr>
                <w:rFonts w:ascii="Times New Roman" w:hAnsi="Times New Roman"/>
              </w:rPr>
              <w:t>45079,2288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BC2DCB" w:rsidRPr="005F0638" w:rsidRDefault="00BC2DCB" w:rsidP="00BC2DC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5F0638">
              <w:rPr>
                <w:rFonts w:ascii="Times New Roman" w:hAnsi="Times New Roman"/>
              </w:rPr>
              <w:t>50652,7773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BC2DCB" w:rsidRPr="005F0638" w:rsidRDefault="00BC2DCB" w:rsidP="00BC2DC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5F0638">
              <w:rPr>
                <w:rFonts w:ascii="Times New Roman" w:hAnsi="Times New Roman"/>
              </w:rPr>
              <w:t>59743,799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BC2DCB" w:rsidRPr="005F0638" w:rsidRDefault="00BC2DCB" w:rsidP="00BC2DC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5F0638">
              <w:rPr>
                <w:rFonts w:ascii="Times New Roman" w:hAnsi="Times New Roman"/>
              </w:rPr>
              <w:t>89025,5089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BC2DCB" w:rsidRPr="005F0638" w:rsidRDefault="00BC2DCB" w:rsidP="00BC2DC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5F0638">
              <w:rPr>
                <w:rFonts w:ascii="Times New Roman" w:hAnsi="Times New Roman"/>
              </w:rPr>
              <w:t>108476,85028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BC2DCB" w:rsidRPr="005F0638" w:rsidRDefault="00BC2DCB" w:rsidP="00BC2DC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5F0638">
              <w:rPr>
                <w:rFonts w:ascii="Times New Roman" w:hAnsi="Times New Roman"/>
              </w:rPr>
              <w:t>97246,23712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BC2DCB" w:rsidRPr="005F0638" w:rsidRDefault="00BC2DCB" w:rsidP="00BC2DC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5F0638">
              <w:rPr>
                <w:rFonts w:ascii="Times New Roman" w:hAnsi="Times New Roman"/>
              </w:rPr>
              <w:t>96546,68791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BC2DCB" w:rsidRPr="005F0638" w:rsidRDefault="00BC2DCB" w:rsidP="00BC2DC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5F0638">
              <w:rPr>
                <w:rFonts w:ascii="Times New Roman" w:hAnsi="Times New Roman"/>
              </w:rPr>
              <w:t>63672,801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BC2DCB" w:rsidRPr="005F0638" w:rsidRDefault="00BC2DCB" w:rsidP="00BC2DC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5F0638">
              <w:rPr>
                <w:rFonts w:ascii="Times New Roman" w:hAnsi="Times New Roman"/>
              </w:rPr>
              <w:t>63672,801</w:t>
            </w:r>
          </w:p>
        </w:tc>
        <w:tc>
          <w:tcPr>
            <w:tcW w:w="21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BC2DCB" w:rsidRPr="005F0638" w:rsidRDefault="00BC2DCB" w:rsidP="00BC2DCB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5F0638">
              <w:rPr>
                <w:rFonts w:ascii="Times New Roman" w:hAnsi="Times New Roman"/>
              </w:rPr>
              <w:t>обеспечение выполнения государственного задания ежегодно на 100%;</w:t>
            </w:r>
          </w:p>
          <w:p w:rsidR="00BC2DCB" w:rsidRPr="005F0638" w:rsidRDefault="00BC2DCB" w:rsidP="00325277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5F0638">
              <w:rPr>
                <w:rFonts w:ascii="Times New Roman" w:hAnsi="Times New Roman"/>
              </w:rPr>
              <w:t xml:space="preserve">обеспечение до 100% расчетной потребности в инвазивных и </w:t>
            </w:r>
            <w:proofErr w:type="spellStart"/>
            <w:r w:rsidRPr="005F0638">
              <w:rPr>
                <w:rFonts w:ascii="Times New Roman" w:hAnsi="Times New Roman"/>
              </w:rPr>
              <w:t>неинвазивных</w:t>
            </w:r>
            <w:proofErr w:type="spellEnd"/>
            <w:r w:rsidRPr="005F0638">
              <w:rPr>
                <w:rFonts w:ascii="Times New Roman" w:hAnsi="Times New Roman"/>
              </w:rPr>
              <w:t xml:space="preserve"> наркотических лекарственных препаратах </w:t>
            </w:r>
          </w:p>
        </w:tc>
      </w:tr>
      <w:tr w:rsidR="00BC2DCB" w:rsidRPr="005F0638" w:rsidTr="005F0638">
        <w:trPr>
          <w:cantSplit/>
          <w:trHeight w:val="994"/>
        </w:trPr>
        <w:tc>
          <w:tcPr>
            <w:tcW w:w="4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BC2DCB" w:rsidRPr="005F0638" w:rsidRDefault="00BC2DCB" w:rsidP="00BC2DC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2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BC2DCB" w:rsidRPr="005F0638" w:rsidRDefault="00BC2DCB" w:rsidP="00BC2DC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BC2DCB" w:rsidRPr="005F0638" w:rsidRDefault="00BC2DCB" w:rsidP="00BC2DC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7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BC2DCB" w:rsidRPr="005F0638" w:rsidRDefault="00BC2DCB" w:rsidP="00BC2DC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BC2DCB" w:rsidRPr="005F0638" w:rsidRDefault="00BC2DCB" w:rsidP="00BC2DC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proofErr w:type="spellStart"/>
            <w:r w:rsidRPr="005F0638">
              <w:rPr>
                <w:rFonts w:ascii="Times New Roman" w:hAnsi="Times New Roman"/>
              </w:rPr>
              <w:t>феде-ральный</w:t>
            </w:r>
            <w:proofErr w:type="spellEnd"/>
            <w:r w:rsidRPr="005F0638">
              <w:rPr>
                <w:rFonts w:ascii="Times New Roman" w:hAnsi="Times New Roman"/>
              </w:rPr>
              <w:t xml:space="preserve"> бюджет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BC2DCB" w:rsidRPr="005F0638" w:rsidRDefault="00BC2DCB" w:rsidP="00BC2DC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5F0638">
              <w:rPr>
                <w:rFonts w:ascii="Times New Roman" w:hAnsi="Times New Roman"/>
              </w:rPr>
              <w:t>227661,4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BC2DCB" w:rsidRPr="005F0638" w:rsidRDefault="00BC2DCB" w:rsidP="00BC2DC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5F0638">
              <w:rPr>
                <w:rFonts w:ascii="Times New Roman" w:hAnsi="Times New Roman"/>
              </w:rPr>
              <w:t>0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BC2DCB" w:rsidRPr="005F0638" w:rsidRDefault="00BC2DCB" w:rsidP="00BC2DC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5F0638">
              <w:rPr>
                <w:rFonts w:ascii="Times New Roman" w:hAnsi="Times New Roman"/>
              </w:rPr>
              <w:t>0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BC2DCB" w:rsidRPr="005F0638" w:rsidRDefault="00BC2DCB" w:rsidP="00BC2DC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5F0638">
              <w:rPr>
                <w:rFonts w:ascii="Times New Roman" w:hAnsi="Times New Roman"/>
              </w:rPr>
              <w:t>0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BC2DCB" w:rsidRPr="005F0638" w:rsidRDefault="00BC2DCB" w:rsidP="00BC2DC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5F0638">
              <w:rPr>
                <w:rFonts w:ascii="Times New Roman" w:hAnsi="Times New Roman"/>
              </w:rPr>
              <w:t>47414,6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BC2DCB" w:rsidRPr="005F0638" w:rsidRDefault="00BC2DCB" w:rsidP="00BC2DC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5F0638">
              <w:rPr>
                <w:rFonts w:ascii="Times New Roman" w:hAnsi="Times New Roman"/>
              </w:rPr>
              <w:t>45011,4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BC2DCB" w:rsidRPr="005F0638" w:rsidRDefault="00BC2DCB" w:rsidP="00BC2DC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5F0638">
              <w:rPr>
                <w:rFonts w:ascii="Times New Roman" w:hAnsi="Times New Roman"/>
              </w:rPr>
              <w:t>44600,6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BC2DCB" w:rsidRPr="005F0638" w:rsidRDefault="00BC2DCB" w:rsidP="00BC2DC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5F0638">
              <w:rPr>
                <w:rFonts w:ascii="Times New Roman" w:hAnsi="Times New Roman"/>
              </w:rPr>
              <w:t>44600,6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BC2DCB" w:rsidRPr="005F0638" w:rsidRDefault="00BC2DCB" w:rsidP="00BC2DC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5F0638">
              <w:rPr>
                <w:rFonts w:ascii="Times New Roman" w:hAnsi="Times New Roman"/>
              </w:rPr>
              <w:t>46034,2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BC2DCB" w:rsidRPr="005F0638" w:rsidRDefault="00BC2DCB" w:rsidP="00BC2DC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5F0638">
              <w:rPr>
                <w:rFonts w:ascii="Times New Roman" w:hAnsi="Times New Roman"/>
              </w:rPr>
              <w:t>0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BC2DCB" w:rsidRPr="005F0638" w:rsidRDefault="00BC2DCB" w:rsidP="00BC2DC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5F0638">
              <w:rPr>
                <w:rFonts w:ascii="Times New Roman" w:hAnsi="Times New Roman"/>
              </w:rPr>
              <w:t>0</w:t>
            </w:r>
          </w:p>
        </w:tc>
        <w:tc>
          <w:tcPr>
            <w:tcW w:w="21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BC2DCB" w:rsidRPr="005F0638" w:rsidRDefault="00BC2DCB" w:rsidP="00BC2DC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</w:tr>
      <w:tr w:rsidR="001D51B4" w:rsidRPr="005F0638" w:rsidTr="005F0638">
        <w:trPr>
          <w:cantSplit/>
          <w:trHeight w:val="1400"/>
        </w:trPr>
        <w:tc>
          <w:tcPr>
            <w:tcW w:w="4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BC2DCB" w:rsidRPr="005F0638" w:rsidRDefault="00BC2DCB" w:rsidP="00BC2DC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bookmarkStart w:id="2" w:name="sub_5055"/>
            <w:r w:rsidRPr="005F0638">
              <w:rPr>
                <w:rFonts w:ascii="Times New Roman" w:hAnsi="Times New Roman"/>
              </w:rPr>
              <w:t>1.1</w:t>
            </w:r>
            <w:bookmarkEnd w:id="2"/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BC2DCB" w:rsidRPr="005F0638" w:rsidRDefault="00BC2DCB" w:rsidP="00BC2DCB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5F0638">
              <w:rPr>
                <w:rFonts w:ascii="Times New Roman" w:hAnsi="Times New Roman"/>
              </w:rPr>
              <w:t>Государственное задание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BC2DCB" w:rsidRPr="005F0638" w:rsidRDefault="00BC2DCB" w:rsidP="00BC2DC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5F0638">
              <w:rPr>
                <w:rFonts w:ascii="Times New Roman" w:hAnsi="Times New Roman"/>
              </w:rPr>
              <w:t xml:space="preserve">Мин-здрав </w:t>
            </w:r>
            <w:proofErr w:type="spellStart"/>
            <w:r w:rsidRPr="005F0638">
              <w:rPr>
                <w:rFonts w:ascii="Times New Roman" w:hAnsi="Times New Roman"/>
              </w:rPr>
              <w:t>Рязан-ской</w:t>
            </w:r>
            <w:proofErr w:type="spellEnd"/>
            <w:r w:rsidRPr="005F0638">
              <w:rPr>
                <w:rFonts w:ascii="Times New Roman" w:hAnsi="Times New Roman"/>
              </w:rPr>
              <w:t xml:space="preserve"> области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BC2DCB" w:rsidRPr="005F0638" w:rsidRDefault="00BC2DCB" w:rsidP="00BC2DC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5F0638">
              <w:rPr>
                <w:rFonts w:ascii="Times New Roman" w:hAnsi="Times New Roman"/>
              </w:rPr>
              <w:t>ГБУ РО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BC2DCB" w:rsidRPr="005F0638" w:rsidRDefault="00BC2DCB" w:rsidP="00BC2DC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proofErr w:type="spellStart"/>
            <w:r w:rsidRPr="005F0638">
              <w:rPr>
                <w:rFonts w:ascii="Times New Roman" w:hAnsi="Times New Roman"/>
              </w:rPr>
              <w:t>област</w:t>
            </w:r>
            <w:proofErr w:type="spellEnd"/>
            <w:r w:rsidRPr="005F0638">
              <w:rPr>
                <w:rFonts w:ascii="Times New Roman" w:hAnsi="Times New Roman"/>
              </w:rPr>
              <w:t>-ной бюджет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BC2DCB" w:rsidRPr="005F0638" w:rsidRDefault="00BC2DCB" w:rsidP="00BC2DC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5F0638">
              <w:rPr>
                <w:rFonts w:ascii="Times New Roman" w:hAnsi="Times New Roman"/>
              </w:rPr>
              <w:t>681224,77913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BC2DCB" w:rsidRPr="005F0638" w:rsidRDefault="00BC2DCB" w:rsidP="00BC2DC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5F0638">
              <w:rPr>
                <w:rFonts w:ascii="Times New Roman" w:hAnsi="Times New Roman"/>
              </w:rPr>
              <w:t>37070,05521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BC2DCB" w:rsidRPr="005F0638" w:rsidRDefault="00BC2DCB" w:rsidP="00BC2DC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5F0638">
              <w:rPr>
                <w:rFonts w:ascii="Times New Roman" w:hAnsi="Times New Roman"/>
              </w:rPr>
              <w:t>45079,2288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BC2DCB" w:rsidRPr="005F0638" w:rsidRDefault="00BC2DCB" w:rsidP="00BC2DC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5F0638">
              <w:rPr>
                <w:rFonts w:ascii="Times New Roman" w:hAnsi="Times New Roman"/>
              </w:rPr>
              <w:t>50652,7773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BC2DCB" w:rsidRPr="005F0638" w:rsidRDefault="00BC2DCB" w:rsidP="00BC2DC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5F0638">
              <w:rPr>
                <w:rFonts w:ascii="Times New Roman" w:hAnsi="Times New Roman"/>
              </w:rPr>
              <w:t>59743,799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BC2DCB" w:rsidRPr="005F0638" w:rsidRDefault="00BC2DCB" w:rsidP="00BC2DC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5F0638">
              <w:rPr>
                <w:rFonts w:ascii="Times New Roman" w:hAnsi="Times New Roman"/>
              </w:rPr>
              <w:t>81082,32066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BC2DCB" w:rsidRPr="005F0638" w:rsidRDefault="00BC2DCB" w:rsidP="00BC2DC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5F0638">
              <w:rPr>
                <w:rFonts w:ascii="Times New Roman" w:hAnsi="Times New Roman"/>
              </w:rPr>
              <w:t>100606,15616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BC2DCB" w:rsidRPr="005F0638" w:rsidRDefault="00BC2DCB" w:rsidP="00BC2DC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5F0638">
              <w:rPr>
                <w:rFonts w:ascii="Times New Roman" w:hAnsi="Times New Roman"/>
              </w:rPr>
              <w:t>89375,543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BC2DCB" w:rsidRPr="005F0638" w:rsidRDefault="00BC2DCB" w:rsidP="00BC2DC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5F0638">
              <w:rPr>
                <w:rFonts w:ascii="Times New Roman" w:hAnsi="Times New Roman"/>
              </w:rPr>
              <w:t>90269,297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BC2DCB" w:rsidRPr="005F0638" w:rsidRDefault="00BC2DCB" w:rsidP="00BC2DC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5F0638">
              <w:rPr>
                <w:rFonts w:ascii="Times New Roman" w:hAnsi="Times New Roman"/>
              </w:rPr>
              <w:t>63672,801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BC2DCB" w:rsidRPr="005F0638" w:rsidRDefault="00BC2DCB" w:rsidP="00BC2DC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5F0638">
              <w:rPr>
                <w:rFonts w:ascii="Times New Roman" w:hAnsi="Times New Roman"/>
              </w:rPr>
              <w:t>63672,801</w:t>
            </w:r>
          </w:p>
        </w:tc>
        <w:tc>
          <w:tcPr>
            <w:tcW w:w="2169" w:type="dxa"/>
            <w:vMerge/>
            <w:tcBorders>
              <w:top w:val="nil"/>
              <w:left w:val="single" w:sz="4" w:space="0" w:color="auto"/>
              <w:bottom w:val="nil"/>
            </w:tcBorders>
            <w:tcMar>
              <w:left w:w="28" w:type="dxa"/>
              <w:right w:w="28" w:type="dxa"/>
            </w:tcMar>
          </w:tcPr>
          <w:p w:rsidR="00BC2DCB" w:rsidRPr="005F0638" w:rsidRDefault="00BC2DCB" w:rsidP="00BC2DC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</w:tr>
      <w:tr w:rsidR="001D51B4" w:rsidRPr="005F0638" w:rsidTr="005F0638">
        <w:trPr>
          <w:cantSplit/>
          <w:trHeight w:val="2775"/>
        </w:trPr>
        <w:tc>
          <w:tcPr>
            <w:tcW w:w="42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BC2DCB" w:rsidRPr="005F0638" w:rsidRDefault="00BC2DCB" w:rsidP="00BC2DC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bookmarkStart w:id="3" w:name="sub_5056"/>
            <w:r w:rsidRPr="005F0638">
              <w:rPr>
                <w:rFonts w:ascii="Times New Roman" w:hAnsi="Times New Roman"/>
              </w:rPr>
              <w:t>1.2</w:t>
            </w:r>
            <w:bookmarkEnd w:id="3"/>
          </w:p>
        </w:tc>
        <w:tc>
          <w:tcPr>
            <w:tcW w:w="21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BC2DCB" w:rsidRPr="005F0638" w:rsidRDefault="00BC2DCB" w:rsidP="00BC2DCB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5F0638">
              <w:rPr>
                <w:rFonts w:ascii="Times New Roman" w:hAnsi="Times New Roman"/>
              </w:rPr>
              <w:t xml:space="preserve">Обеспечение необходимыми лекарственными препаратами, включая обезболивающие, организация мониторинга оказания паллиативной медицинской помощи взрослому населению и детям, обеспечение медицинских </w:t>
            </w:r>
            <w:r w:rsidRPr="005F0638">
              <w:rPr>
                <w:rFonts w:ascii="Times New Roman" w:hAnsi="Times New Roman"/>
              </w:rPr>
              <w:lastRenderedPageBreak/>
              <w:t>организаций, подведомственных Минздраву Рязанской области, оказывающих паллиативную медицинскую помощь, медицинскими изделиями, в том числе для использования на дому, в соответствии с порядками оказания паллиативной медицинской помощи взрослому населению и детям</w:t>
            </w:r>
          </w:p>
        </w:tc>
        <w:tc>
          <w:tcPr>
            <w:tcW w:w="8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BC2DCB" w:rsidRPr="005F0638" w:rsidRDefault="00BC2DCB" w:rsidP="00BC2DC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5F0638">
              <w:rPr>
                <w:rFonts w:ascii="Times New Roman" w:hAnsi="Times New Roman"/>
              </w:rPr>
              <w:lastRenderedPageBreak/>
              <w:t xml:space="preserve">Мин-здрав </w:t>
            </w:r>
            <w:proofErr w:type="spellStart"/>
            <w:r w:rsidRPr="005F0638">
              <w:rPr>
                <w:rFonts w:ascii="Times New Roman" w:hAnsi="Times New Roman"/>
              </w:rPr>
              <w:t>Рязан-ской</w:t>
            </w:r>
            <w:proofErr w:type="spellEnd"/>
            <w:r w:rsidRPr="005F0638">
              <w:rPr>
                <w:rFonts w:ascii="Times New Roman" w:hAnsi="Times New Roman"/>
              </w:rPr>
              <w:t xml:space="preserve"> области</w:t>
            </w:r>
          </w:p>
        </w:tc>
        <w:tc>
          <w:tcPr>
            <w:tcW w:w="7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BC2DCB" w:rsidRPr="005F0638" w:rsidRDefault="00BC2DCB" w:rsidP="00BC2DC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5F0638">
              <w:rPr>
                <w:rFonts w:ascii="Times New Roman" w:hAnsi="Times New Roman"/>
              </w:rPr>
              <w:t xml:space="preserve">Мин-здрав </w:t>
            </w:r>
            <w:proofErr w:type="spellStart"/>
            <w:r w:rsidRPr="005F0638">
              <w:rPr>
                <w:rFonts w:ascii="Times New Roman" w:hAnsi="Times New Roman"/>
              </w:rPr>
              <w:t>Рязан-ской</w:t>
            </w:r>
            <w:proofErr w:type="spellEnd"/>
            <w:r w:rsidRPr="005F0638">
              <w:rPr>
                <w:rFonts w:ascii="Times New Roman" w:hAnsi="Times New Roman"/>
              </w:rPr>
              <w:t xml:space="preserve"> области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BC2DCB" w:rsidRPr="005F0638" w:rsidRDefault="00BC2DCB" w:rsidP="00BC2DC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proofErr w:type="spellStart"/>
            <w:r w:rsidRPr="005F0638">
              <w:rPr>
                <w:rFonts w:ascii="Times New Roman" w:hAnsi="Times New Roman"/>
              </w:rPr>
              <w:t>област</w:t>
            </w:r>
            <w:proofErr w:type="spellEnd"/>
            <w:r w:rsidRPr="005F0638">
              <w:rPr>
                <w:rFonts w:ascii="Times New Roman" w:hAnsi="Times New Roman"/>
              </w:rPr>
              <w:t>-ной бюджет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BC2DCB" w:rsidRPr="005F0638" w:rsidRDefault="00BC2DCB" w:rsidP="00BC2DCB">
            <w:pPr>
              <w:autoSpaceDE w:val="0"/>
              <w:autoSpaceDN w:val="0"/>
              <w:adjustRightInd w:val="0"/>
              <w:ind w:left="113" w:right="113"/>
              <w:jc w:val="right"/>
              <w:rPr>
                <w:rFonts w:ascii="Times New Roman" w:hAnsi="Times New Roman"/>
              </w:rPr>
            </w:pPr>
            <w:r w:rsidRPr="005F0638">
              <w:rPr>
                <w:rFonts w:ascii="Times New Roman" w:hAnsi="Times New Roman"/>
              </w:rPr>
              <w:t>29961,96739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BC2DCB" w:rsidRPr="005F0638" w:rsidRDefault="00BC2DCB" w:rsidP="00BC2DCB">
            <w:pPr>
              <w:autoSpaceDE w:val="0"/>
              <w:autoSpaceDN w:val="0"/>
              <w:adjustRightInd w:val="0"/>
              <w:ind w:left="113" w:right="113"/>
              <w:jc w:val="right"/>
              <w:rPr>
                <w:rFonts w:ascii="Times New Roman" w:hAnsi="Times New Roman"/>
              </w:rPr>
            </w:pPr>
            <w:r w:rsidRPr="005F0638">
              <w:rPr>
                <w:rFonts w:ascii="Times New Roman" w:hAnsi="Times New Roman"/>
              </w:rPr>
              <w:t>0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BC2DCB" w:rsidRPr="005F0638" w:rsidRDefault="00BC2DCB" w:rsidP="00BC2DCB">
            <w:pPr>
              <w:autoSpaceDE w:val="0"/>
              <w:autoSpaceDN w:val="0"/>
              <w:adjustRightInd w:val="0"/>
              <w:ind w:left="113" w:right="113"/>
              <w:jc w:val="right"/>
              <w:rPr>
                <w:rFonts w:ascii="Times New Roman" w:hAnsi="Times New Roman"/>
              </w:rPr>
            </w:pPr>
            <w:r w:rsidRPr="005F0638">
              <w:rPr>
                <w:rFonts w:ascii="Times New Roman" w:hAnsi="Times New Roman"/>
              </w:rPr>
              <w:t>0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BC2DCB" w:rsidRPr="005F0638" w:rsidRDefault="00BC2DCB" w:rsidP="00BC2DCB">
            <w:pPr>
              <w:autoSpaceDE w:val="0"/>
              <w:autoSpaceDN w:val="0"/>
              <w:adjustRightInd w:val="0"/>
              <w:ind w:left="113" w:right="113"/>
              <w:jc w:val="right"/>
              <w:rPr>
                <w:rFonts w:ascii="Times New Roman" w:hAnsi="Times New Roman"/>
              </w:rPr>
            </w:pPr>
            <w:r w:rsidRPr="005F0638">
              <w:rPr>
                <w:rFonts w:ascii="Times New Roman" w:hAnsi="Times New Roman"/>
              </w:rPr>
              <w:t>0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BC2DCB" w:rsidRPr="005F0638" w:rsidRDefault="00BC2DCB" w:rsidP="00BC2DCB">
            <w:pPr>
              <w:autoSpaceDE w:val="0"/>
              <w:autoSpaceDN w:val="0"/>
              <w:adjustRightInd w:val="0"/>
              <w:ind w:left="113" w:right="113"/>
              <w:jc w:val="right"/>
              <w:rPr>
                <w:rFonts w:ascii="Times New Roman" w:hAnsi="Times New Roman"/>
              </w:rPr>
            </w:pPr>
            <w:r w:rsidRPr="005F0638">
              <w:rPr>
                <w:rFonts w:ascii="Times New Roman" w:hAnsi="Times New Roman"/>
              </w:rPr>
              <w:t>0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BC2DCB" w:rsidRPr="005F0638" w:rsidRDefault="00BC2DCB" w:rsidP="00BC2DCB">
            <w:pPr>
              <w:autoSpaceDE w:val="0"/>
              <w:autoSpaceDN w:val="0"/>
              <w:adjustRightInd w:val="0"/>
              <w:ind w:left="113" w:right="113"/>
              <w:jc w:val="right"/>
              <w:rPr>
                <w:rFonts w:ascii="Times New Roman" w:hAnsi="Times New Roman"/>
              </w:rPr>
            </w:pPr>
            <w:r w:rsidRPr="005F0638">
              <w:rPr>
                <w:rFonts w:ascii="Times New Roman" w:hAnsi="Times New Roman"/>
              </w:rPr>
              <w:t>7943,18824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BC2DCB" w:rsidRPr="005F0638" w:rsidRDefault="00BC2DCB" w:rsidP="00BC2DCB">
            <w:pPr>
              <w:autoSpaceDE w:val="0"/>
              <w:autoSpaceDN w:val="0"/>
              <w:adjustRightInd w:val="0"/>
              <w:ind w:left="113" w:right="113"/>
              <w:jc w:val="right"/>
              <w:rPr>
                <w:rFonts w:ascii="Times New Roman" w:hAnsi="Times New Roman"/>
              </w:rPr>
            </w:pPr>
            <w:r w:rsidRPr="005F0638">
              <w:rPr>
                <w:rFonts w:ascii="Times New Roman" w:hAnsi="Times New Roman"/>
              </w:rPr>
              <w:t>7870,69412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BC2DCB" w:rsidRPr="005F0638" w:rsidRDefault="00BC2DCB" w:rsidP="00BC2DCB">
            <w:pPr>
              <w:autoSpaceDE w:val="0"/>
              <w:autoSpaceDN w:val="0"/>
              <w:adjustRightInd w:val="0"/>
              <w:ind w:left="113" w:right="113"/>
              <w:jc w:val="right"/>
              <w:rPr>
                <w:rFonts w:ascii="Times New Roman" w:hAnsi="Times New Roman"/>
              </w:rPr>
            </w:pPr>
            <w:r w:rsidRPr="005F0638">
              <w:rPr>
                <w:rFonts w:ascii="Times New Roman" w:hAnsi="Times New Roman"/>
              </w:rPr>
              <w:t>7870,69412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BC2DCB" w:rsidRPr="005F0638" w:rsidRDefault="00BC2DCB" w:rsidP="00BC2DCB">
            <w:pPr>
              <w:autoSpaceDE w:val="0"/>
              <w:autoSpaceDN w:val="0"/>
              <w:adjustRightInd w:val="0"/>
              <w:ind w:left="113" w:right="113"/>
              <w:jc w:val="right"/>
              <w:rPr>
                <w:rFonts w:ascii="Times New Roman" w:hAnsi="Times New Roman"/>
              </w:rPr>
            </w:pPr>
            <w:r w:rsidRPr="005F0638">
              <w:rPr>
                <w:rFonts w:ascii="Times New Roman" w:hAnsi="Times New Roman"/>
              </w:rPr>
              <w:t>6277,39091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BC2DCB" w:rsidRPr="005F0638" w:rsidRDefault="00BC2DCB" w:rsidP="00BC2DCB">
            <w:pPr>
              <w:autoSpaceDE w:val="0"/>
              <w:autoSpaceDN w:val="0"/>
              <w:adjustRightInd w:val="0"/>
              <w:ind w:left="113" w:right="113"/>
              <w:jc w:val="right"/>
              <w:rPr>
                <w:rFonts w:ascii="Times New Roman" w:hAnsi="Times New Roman"/>
              </w:rPr>
            </w:pPr>
            <w:r w:rsidRPr="005F0638">
              <w:rPr>
                <w:rFonts w:ascii="Times New Roman" w:hAnsi="Times New Roman"/>
              </w:rPr>
              <w:t>0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BC2DCB" w:rsidRPr="005F0638" w:rsidRDefault="00BC2DCB" w:rsidP="00BC2DCB">
            <w:pPr>
              <w:autoSpaceDE w:val="0"/>
              <w:autoSpaceDN w:val="0"/>
              <w:adjustRightInd w:val="0"/>
              <w:ind w:left="113" w:right="113"/>
              <w:jc w:val="right"/>
              <w:rPr>
                <w:rFonts w:ascii="Times New Roman" w:hAnsi="Times New Roman"/>
              </w:rPr>
            </w:pPr>
            <w:r w:rsidRPr="005F0638">
              <w:rPr>
                <w:rFonts w:ascii="Times New Roman" w:hAnsi="Times New Roman"/>
              </w:rPr>
              <w:t>0</w:t>
            </w:r>
          </w:p>
        </w:tc>
        <w:tc>
          <w:tcPr>
            <w:tcW w:w="2169" w:type="dxa"/>
            <w:vMerge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BC2DCB" w:rsidRPr="005F0638" w:rsidRDefault="00BC2DCB" w:rsidP="00BC2DC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</w:tr>
      <w:tr w:rsidR="001D51B4" w:rsidRPr="005F0638" w:rsidTr="005F0638">
        <w:trPr>
          <w:cantSplit/>
          <w:trHeight w:val="1134"/>
        </w:trPr>
        <w:tc>
          <w:tcPr>
            <w:tcW w:w="4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BC2DCB" w:rsidRPr="005F0638" w:rsidRDefault="00BC2DCB" w:rsidP="00BC2DC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2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BC2DCB" w:rsidRPr="005F0638" w:rsidRDefault="00BC2DCB" w:rsidP="00BC2DC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BC2DCB" w:rsidRPr="005F0638" w:rsidRDefault="00BC2DCB" w:rsidP="00BC2DC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7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BC2DCB" w:rsidRPr="005F0638" w:rsidRDefault="00BC2DCB" w:rsidP="00BC2DC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BC2DCB" w:rsidRPr="005F0638" w:rsidRDefault="00BC2DCB" w:rsidP="00BC2DC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proofErr w:type="spellStart"/>
            <w:r w:rsidRPr="005F0638">
              <w:rPr>
                <w:rFonts w:ascii="Times New Roman" w:hAnsi="Times New Roman"/>
              </w:rPr>
              <w:t>феде-ральный</w:t>
            </w:r>
            <w:proofErr w:type="spellEnd"/>
            <w:r w:rsidRPr="005F0638">
              <w:rPr>
                <w:rFonts w:ascii="Times New Roman" w:hAnsi="Times New Roman"/>
              </w:rPr>
              <w:t xml:space="preserve"> бюджет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BC2DCB" w:rsidRPr="005F0638" w:rsidRDefault="001D51B4" w:rsidP="00BC2DC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5F0638">
              <w:rPr>
                <w:rFonts w:ascii="Times New Roman" w:hAnsi="Times New Roman"/>
              </w:rPr>
              <w:t>227661,4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BC2DCB" w:rsidRPr="005F0638" w:rsidRDefault="00BC2DCB" w:rsidP="00BC2DC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5F0638">
              <w:rPr>
                <w:rFonts w:ascii="Times New Roman" w:hAnsi="Times New Roman"/>
              </w:rPr>
              <w:t>0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BC2DCB" w:rsidRPr="005F0638" w:rsidRDefault="00BC2DCB" w:rsidP="00BC2DC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5F0638">
              <w:rPr>
                <w:rFonts w:ascii="Times New Roman" w:hAnsi="Times New Roman"/>
              </w:rPr>
              <w:t>0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BC2DCB" w:rsidRPr="005F0638" w:rsidRDefault="00BC2DCB" w:rsidP="00BC2DC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5F0638">
              <w:rPr>
                <w:rFonts w:ascii="Times New Roman" w:hAnsi="Times New Roman"/>
              </w:rPr>
              <w:t>0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BC2DCB" w:rsidRPr="005F0638" w:rsidRDefault="00BC2DCB" w:rsidP="00BC2DC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5F0638">
              <w:rPr>
                <w:rFonts w:ascii="Times New Roman" w:hAnsi="Times New Roman"/>
              </w:rPr>
              <w:t>47414,6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BC2DCB" w:rsidRPr="005F0638" w:rsidRDefault="00BC2DCB" w:rsidP="00BC2DC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5F0638">
              <w:rPr>
                <w:rFonts w:ascii="Times New Roman" w:hAnsi="Times New Roman"/>
              </w:rPr>
              <w:t>45011,4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BC2DCB" w:rsidRPr="005F0638" w:rsidRDefault="001D51B4" w:rsidP="00BC2DC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5F0638">
              <w:rPr>
                <w:rFonts w:ascii="Times New Roman" w:hAnsi="Times New Roman"/>
              </w:rPr>
              <w:t>44600,6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BC2DCB" w:rsidRPr="005F0638" w:rsidRDefault="001D51B4" w:rsidP="00BC2DC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5F0638">
              <w:rPr>
                <w:rFonts w:ascii="Times New Roman" w:hAnsi="Times New Roman"/>
              </w:rPr>
              <w:t>44600,6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BC2DCB" w:rsidRPr="005F0638" w:rsidRDefault="001D51B4" w:rsidP="00BC2DC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5F0638">
              <w:rPr>
                <w:rFonts w:ascii="Times New Roman" w:hAnsi="Times New Roman"/>
              </w:rPr>
              <w:t>46034,2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BC2DCB" w:rsidRPr="005F0638" w:rsidRDefault="00BC2DCB" w:rsidP="00BC2DC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5F0638">
              <w:rPr>
                <w:rFonts w:ascii="Times New Roman" w:hAnsi="Times New Roman"/>
              </w:rPr>
              <w:t>0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BC2DCB" w:rsidRPr="005F0638" w:rsidRDefault="00BC2DCB" w:rsidP="00BC2DC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5F0638">
              <w:rPr>
                <w:rFonts w:ascii="Times New Roman" w:hAnsi="Times New Roman"/>
              </w:rPr>
              <w:t>0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BC2DCB" w:rsidRPr="005F0638" w:rsidRDefault="00BC2DCB" w:rsidP="00BC2DC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</w:tr>
      <w:tr w:rsidR="00391A2A" w:rsidRPr="005F0638" w:rsidTr="005F0638">
        <w:trPr>
          <w:cantSplit/>
          <w:trHeight w:val="1387"/>
        </w:trPr>
        <w:tc>
          <w:tcPr>
            <w:tcW w:w="2604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391A2A" w:rsidRPr="005F0638" w:rsidRDefault="00391A2A" w:rsidP="005F063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bookmarkStart w:id="4" w:name="sub_65111"/>
            <w:r w:rsidRPr="005F0638">
              <w:rPr>
                <w:rFonts w:ascii="Times New Roman" w:hAnsi="Times New Roman"/>
              </w:rPr>
              <w:lastRenderedPageBreak/>
              <w:t>Итого, в том числе:</w:t>
            </w:r>
            <w:bookmarkEnd w:id="4"/>
          </w:p>
        </w:tc>
        <w:tc>
          <w:tcPr>
            <w:tcW w:w="8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391A2A" w:rsidRPr="005F0638" w:rsidRDefault="00391A2A" w:rsidP="00BC2DC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7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391A2A" w:rsidRPr="005F0638" w:rsidRDefault="00391A2A" w:rsidP="00BC2DC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391A2A" w:rsidRPr="005F0638" w:rsidRDefault="00391A2A" w:rsidP="00BC2DC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391A2A" w:rsidRPr="005F0638" w:rsidRDefault="00391A2A" w:rsidP="00BC2DC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5F0638">
              <w:rPr>
                <w:rFonts w:ascii="Times New Roman" w:hAnsi="Times New Roman"/>
              </w:rPr>
              <w:t>938848,14652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391A2A" w:rsidRPr="005F0638" w:rsidRDefault="00391A2A" w:rsidP="00BC2DC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5F0638">
              <w:rPr>
                <w:rFonts w:ascii="Times New Roman" w:hAnsi="Times New Roman"/>
              </w:rPr>
              <w:t>37070,05521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391A2A" w:rsidRPr="005F0638" w:rsidRDefault="00391A2A" w:rsidP="00BC2DC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5F0638">
              <w:rPr>
                <w:rFonts w:ascii="Times New Roman" w:hAnsi="Times New Roman"/>
              </w:rPr>
              <w:t>45079,2288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391A2A" w:rsidRPr="005F0638" w:rsidRDefault="00391A2A" w:rsidP="00BC2DC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5F0638">
              <w:rPr>
                <w:rFonts w:ascii="Times New Roman" w:hAnsi="Times New Roman"/>
              </w:rPr>
              <w:t>50652,7773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391A2A" w:rsidRPr="005F0638" w:rsidRDefault="00391A2A" w:rsidP="00BC2DC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5F0638">
              <w:rPr>
                <w:rFonts w:ascii="Times New Roman" w:hAnsi="Times New Roman"/>
              </w:rPr>
              <w:t>107158,399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391A2A" w:rsidRPr="005F0638" w:rsidRDefault="00391A2A" w:rsidP="00BC2DC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5F0638">
              <w:rPr>
                <w:rFonts w:ascii="Times New Roman" w:hAnsi="Times New Roman"/>
              </w:rPr>
              <w:t>134036,9089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391A2A" w:rsidRPr="005F0638" w:rsidRDefault="00391A2A" w:rsidP="00BC2DC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5F0638">
              <w:rPr>
                <w:rFonts w:ascii="Times New Roman" w:hAnsi="Times New Roman"/>
              </w:rPr>
              <w:t>153077,45028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391A2A" w:rsidRPr="005F0638" w:rsidRDefault="00391A2A" w:rsidP="00BC2DC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5F0638">
              <w:rPr>
                <w:rFonts w:ascii="Times New Roman" w:hAnsi="Times New Roman"/>
              </w:rPr>
              <w:t>141846,83712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391A2A" w:rsidRPr="005F0638" w:rsidRDefault="00391A2A" w:rsidP="00BC2DC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5F0638">
              <w:rPr>
                <w:rFonts w:ascii="Times New Roman" w:hAnsi="Times New Roman"/>
              </w:rPr>
              <w:t>142580,88791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391A2A" w:rsidRPr="005F0638" w:rsidRDefault="00391A2A" w:rsidP="00BC2DC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5F0638">
              <w:rPr>
                <w:rFonts w:ascii="Times New Roman" w:hAnsi="Times New Roman"/>
              </w:rPr>
              <w:t>63672,801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391A2A" w:rsidRPr="005F0638" w:rsidRDefault="00391A2A" w:rsidP="00BC2DC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5F0638">
              <w:rPr>
                <w:rFonts w:ascii="Times New Roman" w:hAnsi="Times New Roman"/>
              </w:rPr>
              <w:t>63672,801</w:t>
            </w:r>
          </w:p>
        </w:tc>
        <w:tc>
          <w:tcPr>
            <w:tcW w:w="2169" w:type="dxa"/>
            <w:vMerge w:val="restart"/>
            <w:tcBorders>
              <w:top w:val="single" w:sz="4" w:space="0" w:color="auto"/>
              <w:left w:val="single" w:sz="4" w:space="0" w:color="auto"/>
            </w:tcBorders>
            <w:tcMar>
              <w:left w:w="28" w:type="dxa"/>
              <w:right w:w="28" w:type="dxa"/>
            </w:tcMar>
          </w:tcPr>
          <w:p w:rsidR="00391A2A" w:rsidRPr="005F0638" w:rsidRDefault="00391A2A" w:rsidP="00BC2DC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</w:tr>
      <w:tr w:rsidR="00391A2A" w:rsidRPr="005F0638" w:rsidTr="005F0638">
        <w:trPr>
          <w:cantSplit/>
          <w:trHeight w:val="1408"/>
        </w:trPr>
        <w:tc>
          <w:tcPr>
            <w:tcW w:w="2604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391A2A" w:rsidRPr="005F0638" w:rsidRDefault="00391A2A" w:rsidP="00BC2DC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85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391A2A" w:rsidRPr="005F0638" w:rsidRDefault="00391A2A" w:rsidP="00BC2DC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79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391A2A" w:rsidRPr="005F0638" w:rsidRDefault="00391A2A" w:rsidP="00BC2DC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391A2A" w:rsidRPr="005F0638" w:rsidRDefault="00391A2A" w:rsidP="00BC2DC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proofErr w:type="spellStart"/>
            <w:r w:rsidRPr="005F0638">
              <w:rPr>
                <w:rFonts w:ascii="Times New Roman" w:hAnsi="Times New Roman"/>
              </w:rPr>
              <w:t>област</w:t>
            </w:r>
            <w:proofErr w:type="spellEnd"/>
            <w:r w:rsidRPr="005F0638">
              <w:rPr>
                <w:rFonts w:ascii="Times New Roman" w:hAnsi="Times New Roman"/>
              </w:rPr>
              <w:t>-ной бюджет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391A2A" w:rsidRPr="005F0638" w:rsidRDefault="00391A2A" w:rsidP="00BC2DC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5F0638">
              <w:rPr>
                <w:rFonts w:ascii="Times New Roman" w:hAnsi="Times New Roman"/>
              </w:rPr>
              <w:t>711186,74652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391A2A" w:rsidRPr="005F0638" w:rsidRDefault="00391A2A" w:rsidP="00BC2DC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5F0638">
              <w:rPr>
                <w:rFonts w:ascii="Times New Roman" w:hAnsi="Times New Roman"/>
              </w:rPr>
              <w:t>37070,05521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391A2A" w:rsidRPr="005F0638" w:rsidRDefault="00391A2A" w:rsidP="00BC2DC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5F0638">
              <w:rPr>
                <w:rFonts w:ascii="Times New Roman" w:hAnsi="Times New Roman"/>
              </w:rPr>
              <w:t>45079,2288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391A2A" w:rsidRPr="005F0638" w:rsidRDefault="00391A2A" w:rsidP="00BC2DC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5F0638">
              <w:rPr>
                <w:rFonts w:ascii="Times New Roman" w:hAnsi="Times New Roman"/>
              </w:rPr>
              <w:t>50652,7773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391A2A" w:rsidRPr="005F0638" w:rsidRDefault="00391A2A" w:rsidP="00BC2DC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5F0638">
              <w:rPr>
                <w:rFonts w:ascii="Times New Roman" w:hAnsi="Times New Roman"/>
              </w:rPr>
              <w:t>59743,799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391A2A" w:rsidRPr="005F0638" w:rsidRDefault="00391A2A" w:rsidP="00BC2DC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5F0638">
              <w:rPr>
                <w:rFonts w:ascii="Times New Roman" w:hAnsi="Times New Roman"/>
              </w:rPr>
              <w:t>89025,5089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391A2A" w:rsidRPr="005F0638" w:rsidRDefault="00391A2A" w:rsidP="00BC2DC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5F0638">
              <w:rPr>
                <w:rFonts w:ascii="Times New Roman" w:hAnsi="Times New Roman"/>
              </w:rPr>
              <w:t>108476,85028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391A2A" w:rsidRPr="005F0638" w:rsidRDefault="00391A2A" w:rsidP="00BC2DC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5F0638">
              <w:rPr>
                <w:rFonts w:ascii="Times New Roman" w:hAnsi="Times New Roman"/>
              </w:rPr>
              <w:t>97246,23712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391A2A" w:rsidRPr="005F0638" w:rsidRDefault="00391A2A" w:rsidP="00BC2DC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5F0638">
              <w:rPr>
                <w:rFonts w:ascii="Times New Roman" w:hAnsi="Times New Roman"/>
              </w:rPr>
              <w:t>96546,68791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391A2A" w:rsidRPr="005F0638" w:rsidRDefault="00391A2A" w:rsidP="00BC2DC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5F0638">
              <w:rPr>
                <w:rFonts w:ascii="Times New Roman" w:hAnsi="Times New Roman"/>
              </w:rPr>
              <w:t>63672,801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391A2A" w:rsidRPr="005F0638" w:rsidRDefault="00391A2A" w:rsidP="00BC2DC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5F0638">
              <w:rPr>
                <w:rFonts w:ascii="Times New Roman" w:hAnsi="Times New Roman"/>
              </w:rPr>
              <w:t>63672,801</w:t>
            </w:r>
          </w:p>
        </w:tc>
        <w:tc>
          <w:tcPr>
            <w:tcW w:w="2169" w:type="dxa"/>
            <w:vMerge/>
            <w:tcBorders>
              <w:left w:val="single" w:sz="4" w:space="0" w:color="auto"/>
            </w:tcBorders>
            <w:tcMar>
              <w:left w:w="28" w:type="dxa"/>
              <w:right w:w="28" w:type="dxa"/>
            </w:tcMar>
          </w:tcPr>
          <w:p w:rsidR="00391A2A" w:rsidRPr="005F0638" w:rsidRDefault="00391A2A" w:rsidP="00BC2DC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</w:tr>
      <w:tr w:rsidR="00391A2A" w:rsidRPr="005F0638" w:rsidTr="005F0638">
        <w:trPr>
          <w:cantSplit/>
          <w:trHeight w:val="1134"/>
        </w:trPr>
        <w:tc>
          <w:tcPr>
            <w:tcW w:w="2604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391A2A" w:rsidRPr="005F0638" w:rsidRDefault="00391A2A" w:rsidP="00BC2DC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8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391A2A" w:rsidRPr="005F0638" w:rsidRDefault="00391A2A" w:rsidP="00BC2DC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7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391A2A" w:rsidRPr="005F0638" w:rsidRDefault="00391A2A" w:rsidP="00BC2DC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391A2A" w:rsidRPr="005F0638" w:rsidRDefault="00391A2A" w:rsidP="00BC2DC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proofErr w:type="spellStart"/>
            <w:r w:rsidRPr="005F0638">
              <w:rPr>
                <w:rFonts w:ascii="Times New Roman" w:hAnsi="Times New Roman"/>
              </w:rPr>
              <w:t>феде-ральный</w:t>
            </w:r>
            <w:proofErr w:type="spellEnd"/>
            <w:r w:rsidRPr="005F0638">
              <w:rPr>
                <w:rFonts w:ascii="Times New Roman" w:hAnsi="Times New Roman"/>
              </w:rPr>
              <w:t xml:space="preserve"> бюджет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391A2A" w:rsidRPr="005F0638" w:rsidRDefault="00391A2A" w:rsidP="00BC2DC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5F0638">
              <w:rPr>
                <w:rFonts w:ascii="Times New Roman" w:hAnsi="Times New Roman"/>
              </w:rPr>
              <w:t>227661,4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391A2A" w:rsidRPr="005F0638" w:rsidRDefault="00391A2A" w:rsidP="00BC2DC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5F0638">
              <w:rPr>
                <w:rFonts w:ascii="Times New Roman" w:hAnsi="Times New Roman"/>
              </w:rPr>
              <w:t>0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391A2A" w:rsidRPr="005F0638" w:rsidRDefault="00391A2A" w:rsidP="00BC2DC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5F0638">
              <w:rPr>
                <w:rFonts w:ascii="Times New Roman" w:hAnsi="Times New Roman"/>
              </w:rPr>
              <w:t>0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391A2A" w:rsidRPr="005F0638" w:rsidRDefault="00391A2A" w:rsidP="00BC2DC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5F0638">
              <w:rPr>
                <w:rFonts w:ascii="Times New Roman" w:hAnsi="Times New Roman"/>
              </w:rPr>
              <w:t>0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391A2A" w:rsidRPr="005F0638" w:rsidRDefault="00391A2A" w:rsidP="00BC2DC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5F0638">
              <w:rPr>
                <w:rFonts w:ascii="Times New Roman" w:hAnsi="Times New Roman"/>
              </w:rPr>
              <w:t>47414,6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391A2A" w:rsidRPr="005F0638" w:rsidRDefault="00391A2A" w:rsidP="00BC2DC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5F0638">
              <w:rPr>
                <w:rFonts w:ascii="Times New Roman" w:hAnsi="Times New Roman"/>
              </w:rPr>
              <w:t>45011,4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391A2A" w:rsidRPr="005F0638" w:rsidRDefault="00391A2A" w:rsidP="00BC2DC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5F0638">
              <w:rPr>
                <w:rFonts w:ascii="Times New Roman" w:hAnsi="Times New Roman"/>
              </w:rPr>
              <w:t>44600,6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391A2A" w:rsidRPr="005F0638" w:rsidRDefault="00391A2A" w:rsidP="00BC2DC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5F0638">
              <w:rPr>
                <w:rFonts w:ascii="Times New Roman" w:hAnsi="Times New Roman"/>
              </w:rPr>
              <w:t>44600,6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391A2A" w:rsidRPr="005F0638" w:rsidRDefault="00391A2A" w:rsidP="001D51B4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5F0638">
              <w:rPr>
                <w:rFonts w:ascii="Times New Roman" w:hAnsi="Times New Roman"/>
              </w:rPr>
              <w:t>46034,2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391A2A" w:rsidRPr="005F0638" w:rsidRDefault="00391A2A" w:rsidP="00BC2DC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5F0638">
              <w:rPr>
                <w:rFonts w:ascii="Times New Roman" w:hAnsi="Times New Roman"/>
              </w:rPr>
              <w:t>0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391A2A" w:rsidRPr="005F0638" w:rsidRDefault="00391A2A" w:rsidP="00BC2DC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5F0638">
              <w:rPr>
                <w:rFonts w:ascii="Times New Roman" w:hAnsi="Times New Roman"/>
              </w:rPr>
              <w:t>0»</w:t>
            </w:r>
          </w:p>
        </w:tc>
        <w:tc>
          <w:tcPr>
            <w:tcW w:w="2169" w:type="dxa"/>
            <w:vMerge/>
            <w:tcBorders>
              <w:left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391A2A" w:rsidRPr="005F0638" w:rsidRDefault="00391A2A" w:rsidP="00BC2DC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</w:tr>
    </w:tbl>
    <w:p w:rsidR="00BC2DCB" w:rsidRPr="005F0638" w:rsidRDefault="00BC2DCB" w:rsidP="00BC2DCB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BC2DCB" w:rsidRPr="005F0638" w:rsidRDefault="001D51B4" w:rsidP="001D51B4">
      <w:pPr>
        <w:autoSpaceDE w:val="0"/>
        <w:autoSpaceDN w:val="0"/>
        <w:adjustRightInd w:val="0"/>
        <w:ind w:firstLine="720"/>
        <w:jc w:val="center"/>
        <w:rPr>
          <w:rFonts w:ascii="Times New Roman" w:hAnsi="Times New Roman"/>
          <w:sz w:val="24"/>
          <w:szCs w:val="24"/>
        </w:rPr>
      </w:pPr>
      <w:r w:rsidRPr="005F0638">
        <w:rPr>
          <w:rFonts w:ascii="Times New Roman" w:hAnsi="Times New Roman"/>
          <w:sz w:val="24"/>
          <w:szCs w:val="24"/>
        </w:rPr>
        <w:t>_______________________</w:t>
      </w:r>
    </w:p>
    <w:p w:rsidR="00BC2DCB" w:rsidRPr="005F0638" w:rsidRDefault="00BC2DCB" w:rsidP="00190FF9">
      <w:pPr>
        <w:spacing w:line="192" w:lineRule="auto"/>
        <w:jc w:val="center"/>
        <w:rPr>
          <w:rFonts w:ascii="Times New Roman" w:hAnsi="Times New Roman"/>
          <w:sz w:val="28"/>
          <w:szCs w:val="28"/>
        </w:rPr>
      </w:pPr>
    </w:p>
    <w:sectPr w:rsidR="00BC2DCB" w:rsidRPr="005F0638" w:rsidSect="005F0638">
      <w:headerReference w:type="default" r:id="rId11"/>
      <w:type w:val="continuous"/>
      <w:pgSz w:w="16834" w:h="11907" w:orient="landscape" w:code="9"/>
      <w:pgMar w:top="1134" w:right="567" w:bottom="1134" w:left="1985" w:header="272" w:footer="397" w:gutter="0"/>
      <w:cols w:space="720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417F" w:rsidRDefault="0033417F">
      <w:r>
        <w:separator/>
      </w:r>
    </w:p>
  </w:endnote>
  <w:endnote w:type="continuationSeparator" w:id="0">
    <w:p w:rsidR="0033417F" w:rsidRDefault="003341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ET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a9"/>
      <w:tblW w:w="0" w:type="auto"/>
      <w:tblLayout w:type="fixed"/>
      <w:tblLook w:val="01E0" w:firstRow="1" w:lastRow="1" w:firstColumn="1" w:lastColumn="1" w:noHBand="0" w:noVBand="0"/>
    </w:tblPr>
    <w:tblGrid>
      <w:gridCol w:w="1265"/>
      <w:gridCol w:w="325"/>
      <w:gridCol w:w="5718"/>
      <w:gridCol w:w="500"/>
      <w:gridCol w:w="6574"/>
    </w:tblGrid>
    <w:tr w:rsidR="00876034">
      <w:tc>
        <w:tcPr>
          <w:tcW w:w="1265" w:type="dxa"/>
          <w:tcBorders>
            <w:top w:val="nil"/>
            <w:left w:val="nil"/>
            <w:bottom w:val="nil"/>
            <w:right w:val="nil"/>
          </w:tcBorders>
        </w:tcPr>
        <w:p w:rsidR="00876034" w:rsidRDefault="00BC2DCB">
          <w:pPr>
            <w:pStyle w:val="a6"/>
          </w:pPr>
          <w:r>
            <w:rPr>
              <w:noProof/>
            </w:rPr>
            <w:drawing>
              <wp:inline distT="0" distB="0" distL="0" distR="0" wp14:anchorId="50B5B428" wp14:editId="65CD5445">
                <wp:extent cx="662940" cy="281940"/>
                <wp:effectExtent l="0" t="0" r="3810" b="3810"/>
                <wp:docPr id="1" name="Рисунок 1" descr="защита_6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защита_666"/>
                        <pic:cNvPicPr>
                          <a:picLocks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281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="00876034">
            <w:t xml:space="preserve"> </w:t>
          </w:r>
        </w:p>
      </w:tc>
      <w:tc>
        <w:tcPr>
          <w:tcW w:w="325" w:type="dxa"/>
          <w:tcBorders>
            <w:top w:val="nil"/>
            <w:left w:val="nil"/>
            <w:bottom w:val="nil"/>
            <w:right w:val="nil"/>
          </w:tcBorders>
          <w:tcMar>
            <w:left w:w="28" w:type="dxa"/>
            <w:bottom w:w="0" w:type="dxa"/>
            <w:right w:w="28" w:type="dxa"/>
          </w:tcMar>
          <w:vAlign w:val="bottom"/>
        </w:tcPr>
        <w:p w:rsidR="00876034" w:rsidRPr="005E6D99" w:rsidRDefault="00BC2DCB" w:rsidP="002953B6">
          <w:pPr>
            <w:pStyle w:val="a6"/>
            <w:spacing w:before="60"/>
            <w:ind w:right="-113"/>
            <w:rPr>
              <w:rFonts w:ascii="Times New Roman" w:hAnsi="Times New Roman"/>
              <w:position w:val="-20"/>
              <w:lang w:val="en-US"/>
            </w:rPr>
          </w:pPr>
          <w:r>
            <w:rPr>
              <w:noProof/>
              <w:position w:val="-20"/>
              <w:sz w:val="14"/>
              <w:szCs w:val="14"/>
            </w:rPr>
            <w:drawing>
              <wp:inline distT="0" distB="0" distL="0" distR="0" wp14:anchorId="1126D0EF" wp14:editId="192A0997">
                <wp:extent cx="175260" cy="144780"/>
                <wp:effectExtent l="0" t="0" r="0" b="7620"/>
                <wp:docPr id="2" name="Рисунок 2" descr="Номер версии 55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Номер версии 55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lum bright="-6000" contrast="18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5260" cy="1447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718" w:type="dxa"/>
          <w:tcBorders>
            <w:top w:val="nil"/>
            <w:left w:val="nil"/>
            <w:bottom w:val="nil"/>
            <w:right w:val="nil"/>
          </w:tcBorders>
          <w:tcMar>
            <w:left w:w="0" w:type="dxa"/>
          </w:tcMar>
          <w:vAlign w:val="bottom"/>
        </w:tcPr>
        <w:p w:rsidR="00876034" w:rsidRPr="00B8061C" w:rsidRDefault="005F0638" w:rsidP="005E6D99">
          <w:pPr>
            <w:pStyle w:val="a6"/>
            <w:ind w:right="-113"/>
            <w:rPr>
              <w:rFonts w:ascii="Times New Roman" w:hAnsi="Times New Roman"/>
              <w:position w:val="-14"/>
              <w:lang w:val="en-US"/>
            </w:rPr>
          </w:pPr>
          <w:r>
            <w:rPr>
              <w:rFonts w:ascii="Times New Roman" w:hAnsi="Times New Roman"/>
              <w:position w:val="-14"/>
              <w:lang w:val="en-US"/>
            </w:rPr>
            <w:t>2084  11.12.2019 11:55:27</w:t>
          </w:r>
        </w:p>
      </w:tc>
      <w:tc>
        <w:tcPr>
          <w:tcW w:w="500" w:type="dxa"/>
          <w:tcBorders>
            <w:top w:val="nil"/>
            <w:left w:val="nil"/>
            <w:bottom w:val="nil"/>
            <w:right w:val="nil"/>
          </w:tcBorders>
        </w:tcPr>
        <w:p w:rsidR="00876034" w:rsidRPr="00F16F07" w:rsidRDefault="00876034" w:rsidP="008702D3">
          <w:pPr>
            <w:pStyle w:val="a6"/>
            <w:ind w:right="-113"/>
            <w:jc w:val="right"/>
          </w:pPr>
        </w:p>
      </w:tc>
      <w:tc>
        <w:tcPr>
          <w:tcW w:w="6574" w:type="dxa"/>
          <w:tcBorders>
            <w:top w:val="nil"/>
            <w:left w:val="nil"/>
            <w:bottom w:val="nil"/>
            <w:right w:val="nil"/>
          </w:tcBorders>
        </w:tcPr>
        <w:p w:rsidR="00876034" w:rsidRPr="002953B6" w:rsidRDefault="00876034" w:rsidP="002953B6">
          <w:pPr>
            <w:pStyle w:val="a6"/>
            <w:spacing w:before="40"/>
            <w:rPr>
              <w:b/>
              <w:spacing w:val="30"/>
            </w:rPr>
          </w:pPr>
        </w:p>
      </w:tc>
    </w:tr>
  </w:tbl>
  <w:p w:rsidR="00876034" w:rsidRPr="009573D3" w:rsidRDefault="00876034">
    <w:pPr>
      <w:pStyle w:val="a6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a9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1E0" w:firstRow="1" w:lastRow="1" w:firstColumn="1" w:lastColumn="1" w:noHBand="0" w:noVBand="0"/>
    </w:tblPr>
    <w:tblGrid>
      <w:gridCol w:w="2538"/>
      <w:gridCol w:w="2246"/>
      <w:gridCol w:w="1018"/>
      <w:gridCol w:w="2730"/>
    </w:tblGrid>
    <w:tr w:rsidR="00876034">
      <w:tc>
        <w:tcPr>
          <w:tcW w:w="2538" w:type="dxa"/>
        </w:tcPr>
        <w:p w:rsidR="00876034" w:rsidRPr="00AC7150" w:rsidRDefault="00876034" w:rsidP="00AC7150">
          <w:pPr>
            <w:pStyle w:val="a6"/>
            <w:rPr>
              <w:rFonts w:ascii="Times New Roman" w:hAnsi="Times New Roman"/>
              <w:sz w:val="28"/>
              <w:szCs w:val="28"/>
            </w:rPr>
          </w:pPr>
        </w:p>
      </w:tc>
      <w:tc>
        <w:tcPr>
          <w:tcW w:w="2246" w:type="dxa"/>
        </w:tcPr>
        <w:p w:rsidR="00876034" w:rsidRDefault="00876034" w:rsidP="00AC7150">
          <w:pPr>
            <w:pStyle w:val="a6"/>
            <w:jc w:val="both"/>
            <w:rPr>
              <w:rFonts w:ascii="Times New Roman" w:hAnsi="Times New Roman"/>
              <w:sz w:val="28"/>
              <w:szCs w:val="28"/>
            </w:rPr>
          </w:pPr>
        </w:p>
      </w:tc>
      <w:tc>
        <w:tcPr>
          <w:tcW w:w="1018" w:type="dxa"/>
        </w:tcPr>
        <w:p w:rsidR="00876034" w:rsidRPr="00D77BCF" w:rsidRDefault="00876034" w:rsidP="00D77BCF">
          <w:pPr>
            <w:pStyle w:val="a6"/>
            <w:ind w:right="-113"/>
            <w:jc w:val="right"/>
            <w:rPr>
              <w:b/>
              <w:sz w:val="14"/>
              <w:szCs w:val="14"/>
            </w:rPr>
          </w:pPr>
        </w:p>
      </w:tc>
      <w:tc>
        <w:tcPr>
          <w:tcW w:w="2730" w:type="dxa"/>
        </w:tcPr>
        <w:p w:rsidR="00876034" w:rsidRPr="00D77BCF" w:rsidRDefault="00876034" w:rsidP="00D77BCF">
          <w:pPr>
            <w:pStyle w:val="a6"/>
            <w:ind w:left="-113"/>
            <w:rPr>
              <w:rFonts w:ascii="Times New Roman" w:hAnsi="Times New Roman"/>
              <w:b/>
              <w:sz w:val="24"/>
              <w:szCs w:val="24"/>
            </w:rPr>
          </w:pPr>
        </w:p>
      </w:tc>
    </w:tr>
  </w:tbl>
  <w:p w:rsidR="00876034" w:rsidRDefault="00876034" w:rsidP="00E56EFB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417F" w:rsidRDefault="0033417F">
      <w:r>
        <w:separator/>
      </w:r>
    </w:p>
  </w:footnote>
  <w:footnote w:type="continuationSeparator" w:id="0">
    <w:p w:rsidR="0033417F" w:rsidRDefault="0033417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6034" w:rsidRDefault="00876034" w:rsidP="002F1E81">
    <w:pPr>
      <w:pStyle w:val="a5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1</w:t>
    </w:r>
    <w:r>
      <w:rPr>
        <w:rStyle w:val="a8"/>
      </w:rPr>
      <w:fldChar w:fldCharType="end"/>
    </w:r>
  </w:p>
  <w:p w:rsidR="00876034" w:rsidRDefault="00876034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6034" w:rsidRPr="00481B88" w:rsidRDefault="00876034" w:rsidP="00E37801">
    <w:pPr>
      <w:pStyle w:val="a5"/>
      <w:framePr w:w="326" w:wrap="around" w:vAnchor="text" w:hAnchor="page" w:x="6486" w:y="321"/>
      <w:rPr>
        <w:rStyle w:val="a8"/>
        <w:rFonts w:ascii="Times New Roman" w:hAnsi="Times New Roman"/>
        <w:sz w:val="28"/>
        <w:szCs w:val="28"/>
      </w:rPr>
    </w:pPr>
  </w:p>
  <w:p w:rsidR="00876034" w:rsidRPr="00481B88" w:rsidRDefault="00876034" w:rsidP="00286ECA">
    <w:pPr>
      <w:pStyle w:val="a5"/>
      <w:framePr w:w="326" w:wrap="around" w:vAnchor="text" w:hAnchor="page" w:x="9006" w:y="45"/>
      <w:rPr>
        <w:rStyle w:val="a8"/>
        <w:rFonts w:ascii="Times New Roman" w:hAnsi="Times New Roman"/>
        <w:sz w:val="28"/>
        <w:szCs w:val="28"/>
      </w:rPr>
    </w:pPr>
    <w:r w:rsidRPr="00481B88">
      <w:rPr>
        <w:rStyle w:val="a8"/>
        <w:rFonts w:ascii="Times New Roman" w:hAnsi="Times New Roman"/>
        <w:sz w:val="28"/>
        <w:szCs w:val="28"/>
      </w:rPr>
      <w:fldChar w:fldCharType="begin"/>
    </w:r>
    <w:r w:rsidRPr="00481B88">
      <w:rPr>
        <w:rStyle w:val="a8"/>
        <w:rFonts w:ascii="Times New Roman" w:hAnsi="Times New Roman"/>
        <w:sz w:val="28"/>
        <w:szCs w:val="28"/>
      </w:rPr>
      <w:instrText xml:space="preserve">PAGE  </w:instrText>
    </w:r>
    <w:r w:rsidRPr="00481B88">
      <w:rPr>
        <w:rStyle w:val="a8"/>
        <w:rFonts w:ascii="Times New Roman" w:hAnsi="Times New Roman"/>
        <w:sz w:val="28"/>
        <w:szCs w:val="28"/>
      </w:rPr>
      <w:fldChar w:fldCharType="separate"/>
    </w:r>
    <w:r w:rsidR="00A55518">
      <w:rPr>
        <w:rStyle w:val="a8"/>
        <w:rFonts w:ascii="Times New Roman" w:hAnsi="Times New Roman"/>
        <w:noProof/>
        <w:sz w:val="28"/>
        <w:szCs w:val="28"/>
      </w:rPr>
      <w:t>2</w:t>
    </w:r>
    <w:r w:rsidRPr="00481B88">
      <w:rPr>
        <w:rStyle w:val="a8"/>
        <w:rFonts w:ascii="Times New Roman" w:hAnsi="Times New Roman"/>
        <w:sz w:val="28"/>
        <w:szCs w:val="28"/>
      </w:rPr>
      <w:fldChar w:fldCharType="end"/>
    </w:r>
  </w:p>
  <w:p w:rsidR="00876034" w:rsidRPr="00E37801" w:rsidRDefault="00876034">
    <w:pPr>
      <w:pStyle w:val="a5"/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229" type="#_x0000_t75" style="width:23pt;height:11.5pt" o:bullet="t">
        <v:imagedata r:id="rId1" o:title="Номер версии 555" gain="79922f" blacklevel="-1966f"/>
      </v:shape>
    </w:pict>
  </w:numPicBullet>
  <w:abstractNum w:abstractNumId="0">
    <w:nsid w:val="1CA52016"/>
    <w:multiLevelType w:val="hybridMultilevel"/>
    <w:tmpl w:val="2A10F5C0"/>
    <w:lvl w:ilvl="0" w:tplc="560687F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E0C538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DF094A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3940FE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1E0B99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A5827D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E4E213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A084E5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C7C310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295024D1"/>
    <w:multiLevelType w:val="hybridMultilevel"/>
    <w:tmpl w:val="2BEA3C52"/>
    <w:lvl w:ilvl="0" w:tplc="A2342C8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ECE2FA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5384AC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98A14D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9D6004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AC4184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5CA9E8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366D61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E5C5A9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360D5463"/>
    <w:multiLevelType w:val="multilevel"/>
    <w:tmpl w:val="2BEA3C52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>
    <w:nsid w:val="41F107BA"/>
    <w:multiLevelType w:val="multilevel"/>
    <w:tmpl w:val="2A10F5C0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70140D7E"/>
    <w:multiLevelType w:val="hybridMultilevel"/>
    <w:tmpl w:val="7662316A"/>
    <w:lvl w:ilvl="0" w:tplc="3C167F3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7A021D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6A80FF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7A42DE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31C95B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D80F27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16EA23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26C71C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E8A127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>
    <w:nsid w:val="7CE0728B"/>
    <w:multiLevelType w:val="hybridMultilevel"/>
    <w:tmpl w:val="36D6228A"/>
    <w:lvl w:ilvl="0" w:tplc="7ABE270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7F2B48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05ABAD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E54175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C4C60C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60ABF1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6A6C66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C88E85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F54455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9n6ql5masK58JhB1RnivQzZwTYg=" w:salt="8po2JHK+j73nP4VlGY4elg=="/>
  <w:defaultTabStop w:val="708"/>
  <w:hyphenationZone w:val="425"/>
  <w:doNotHyphenateCaps/>
  <w:drawingGridHorizontalSpacing w:val="78"/>
  <w:drawingGridVerticalSpacing w:val="136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2DCB"/>
    <w:rsid w:val="0001360F"/>
    <w:rsid w:val="000331B3"/>
    <w:rsid w:val="00033413"/>
    <w:rsid w:val="00037C0C"/>
    <w:rsid w:val="000502A3"/>
    <w:rsid w:val="00056DEB"/>
    <w:rsid w:val="00073A7A"/>
    <w:rsid w:val="00076D5E"/>
    <w:rsid w:val="00084DD3"/>
    <w:rsid w:val="000917C0"/>
    <w:rsid w:val="000B0736"/>
    <w:rsid w:val="00122CFD"/>
    <w:rsid w:val="00151370"/>
    <w:rsid w:val="00162E72"/>
    <w:rsid w:val="00175BE5"/>
    <w:rsid w:val="001850F4"/>
    <w:rsid w:val="00190FF9"/>
    <w:rsid w:val="001947BE"/>
    <w:rsid w:val="001A560F"/>
    <w:rsid w:val="001B0982"/>
    <w:rsid w:val="001B32BA"/>
    <w:rsid w:val="001D51B4"/>
    <w:rsid w:val="001E0317"/>
    <w:rsid w:val="001E20F1"/>
    <w:rsid w:val="001F12E8"/>
    <w:rsid w:val="001F228C"/>
    <w:rsid w:val="001F64B8"/>
    <w:rsid w:val="001F7C83"/>
    <w:rsid w:val="00203046"/>
    <w:rsid w:val="00205AB5"/>
    <w:rsid w:val="00224DBA"/>
    <w:rsid w:val="00231F1C"/>
    <w:rsid w:val="00242DDB"/>
    <w:rsid w:val="002479A2"/>
    <w:rsid w:val="0026087E"/>
    <w:rsid w:val="00261DE0"/>
    <w:rsid w:val="00265420"/>
    <w:rsid w:val="00274E14"/>
    <w:rsid w:val="00280A6D"/>
    <w:rsid w:val="00286ECA"/>
    <w:rsid w:val="00290CA6"/>
    <w:rsid w:val="002953B6"/>
    <w:rsid w:val="002B7A59"/>
    <w:rsid w:val="002C6B4B"/>
    <w:rsid w:val="002E51A7"/>
    <w:rsid w:val="002E5A5F"/>
    <w:rsid w:val="002F1E81"/>
    <w:rsid w:val="00310D92"/>
    <w:rsid w:val="003160CB"/>
    <w:rsid w:val="003222A3"/>
    <w:rsid w:val="00325277"/>
    <w:rsid w:val="0033417F"/>
    <w:rsid w:val="00360A40"/>
    <w:rsid w:val="003870C2"/>
    <w:rsid w:val="00391A2A"/>
    <w:rsid w:val="003D3B8A"/>
    <w:rsid w:val="003D54F8"/>
    <w:rsid w:val="003E22D9"/>
    <w:rsid w:val="003F4F5E"/>
    <w:rsid w:val="00400906"/>
    <w:rsid w:val="0042590E"/>
    <w:rsid w:val="00437F65"/>
    <w:rsid w:val="00460FEA"/>
    <w:rsid w:val="004734B7"/>
    <w:rsid w:val="00481B88"/>
    <w:rsid w:val="00485B4F"/>
    <w:rsid w:val="004862D1"/>
    <w:rsid w:val="004A0F5A"/>
    <w:rsid w:val="004B2D5A"/>
    <w:rsid w:val="004D293D"/>
    <w:rsid w:val="004F44FE"/>
    <w:rsid w:val="00512A47"/>
    <w:rsid w:val="00531C68"/>
    <w:rsid w:val="00532119"/>
    <w:rsid w:val="005335F3"/>
    <w:rsid w:val="00543C38"/>
    <w:rsid w:val="00543D2D"/>
    <w:rsid w:val="00545A3D"/>
    <w:rsid w:val="00546DBB"/>
    <w:rsid w:val="00561A5B"/>
    <w:rsid w:val="0057074C"/>
    <w:rsid w:val="00573FBF"/>
    <w:rsid w:val="00574FF3"/>
    <w:rsid w:val="00582538"/>
    <w:rsid w:val="005838EA"/>
    <w:rsid w:val="00585EE1"/>
    <w:rsid w:val="00590C0E"/>
    <w:rsid w:val="005939E6"/>
    <w:rsid w:val="005A4227"/>
    <w:rsid w:val="005B229B"/>
    <w:rsid w:val="005B3518"/>
    <w:rsid w:val="005C56AE"/>
    <w:rsid w:val="005C7449"/>
    <w:rsid w:val="005E6D99"/>
    <w:rsid w:val="005F0638"/>
    <w:rsid w:val="005F2ADD"/>
    <w:rsid w:val="005F2C49"/>
    <w:rsid w:val="006013EB"/>
    <w:rsid w:val="0060479E"/>
    <w:rsid w:val="00604BE7"/>
    <w:rsid w:val="00616AED"/>
    <w:rsid w:val="00632A4F"/>
    <w:rsid w:val="00632B56"/>
    <w:rsid w:val="006351E3"/>
    <w:rsid w:val="00644236"/>
    <w:rsid w:val="006471E5"/>
    <w:rsid w:val="00671D3B"/>
    <w:rsid w:val="00684A5B"/>
    <w:rsid w:val="006A1F71"/>
    <w:rsid w:val="006F328B"/>
    <w:rsid w:val="006F5886"/>
    <w:rsid w:val="00707734"/>
    <w:rsid w:val="00707E19"/>
    <w:rsid w:val="00712F7C"/>
    <w:rsid w:val="0072328A"/>
    <w:rsid w:val="007377B5"/>
    <w:rsid w:val="00746CC2"/>
    <w:rsid w:val="00760323"/>
    <w:rsid w:val="00765600"/>
    <w:rsid w:val="00791C9F"/>
    <w:rsid w:val="00792AAB"/>
    <w:rsid w:val="00793B47"/>
    <w:rsid w:val="007A1D0C"/>
    <w:rsid w:val="007A2A7B"/>
    <w:rsid w:val="007D4925"/>
    <w:rsid w:val="007F0C8A"/>
    <w:rsid w:val="007F11AB"/>
    <w:rsid w:val="008143CB"/>
    <w:rsid w:val="00823CA1"/>
    <w:rsid w:val="008513B9"/>
    <w:rsid w:val="008702D3"/>
    <w:rsid w:val="00876034"/>
    <w:rsid w:val="008827E7"/>
    <w:rsid w:val="008A1696"/>
    <w:rsid w:val="008C58FE"/>
    <w:rsid w:val="008E6C41"/>
    <w:rsid w:val="008F0816"/>
    <w:rsid w:val="008F6BB7"/>
    <w:rsid w:val="00900F42"/>
    <w:rsid w:val="00932E3C"/>
    <w:rsid w:val="009573D3"/>
    <w:rsid w:val="009977FF"/>
    <w:rsid w:val="009A085B"/>
    <w:rsid w:val="009C1DE6"/>
    <w:rsid w:val="009C1F0E"/>
    <w:rsid w:val="009D3E8C"/>
    <w:rsid w:val="009E3A0E"/>
    <w:rsid w:val="00A1314B"/>
    <w:rsid w:val="00A13160"/>
    <w:rsid w:val="00A137D3"/>
    <w:rsid w:val="00A44A8F"/>
    <w:rsid w:val="00A51D96"/>
    <w:rsid w:val="00A55518"/>
    <w:rsid w:val="00A96F84"/>
    <w:rsid w:val="00AC3953"/>
    <w:rsid w:val="00AC7150"/>
    <w:rsid w:val="00AE1DCA"/>
    <w:rsid w:val="00AE3EB2"/>
    <w:rsid w:val="00AF5F7C"/>
    <w:rsid w:val="00B02207"/>
    <w:rsid w:val="00B03403"/>
    <w:rsid w:val="00B10324"/>
    <w:rsid w:val="00B376B1"/>
    <w:rsid w:val="00B620D9"/>
    <w:rsid w:val="00B633DB"/>
    <w:rsid w:val="00B639ED"/>
    <w:rsid w:val="00B66A8C"/>
    <w:rsid w:val="00B8061C"/>
    <w:rsid w:val="00B83BA2"/>
    <w:rsid w:val="00B853AA"/>
    <w:rsid w:val="00B875BF"/>
    <w:rsid w:val="00B91F62"/>
    <w:rsid w:val="00BB2C98"/>
    <w:rsid w:val="00BC2DCB"/>
    <w:rsid w:val="00BD0B82"/>
    <w:rsid w:val="00BF4F5F"/>
    <w:rsid w:val="00C04EEB"/>
    <w:rsid w:val="00C075A4"/>
    <w:rsid w:val="00C10F12"/>
    <w:rsid w:val="00C11826"/>
    <w:rsid w:val="00C46D42"/>
    <w:rsid w:val="00C50C32"/>
    <w:rsid w:val="00C60178"/>
    <w:rsid w:val="00C61760"/>
    <w:rsid w:val="00C63CD6"/>
    <w:rsid w:val="00C87D95"/>
    <w:rsid w:val="00C9077A"/>
    <w:rsid w:val="00C95CD2"/>
    <w:rsid w:val="00CA051B"/>
    <w:rsid w:val="00CB3CBE"/>
    <w:rsid w:val="00CF03D8"/>
    <w:rsid w:val="00D015D5"/>
    <w:rsid w:val="00D03D68"/>
    <w:rsid w:val="00D266DD"/>
    <w:rsid w:val="00D32B04"/>
    <w:rsid w:val="00D374E7"/>
    <w:rsid w:val="00D63949"/>
    <w:rsid w:val="00D652E7"/>
    <w:rsid w:val="00D77BCF"/>
    <w:rsid w:val="00D84394"/>
    <w:rsid w:val="00D95E55"/>
    <w:rsid w:val="00DB3664"/>
    <w:rsid w:val="00DC16FB"/>
    <w:rsid w:val="00DC4A65"/>
    <w:rsid w:val="00DC4F66"/>
    <w:rsid w:val="00E10B44"/>
    <w:rsid w:val="00E11F02"/>
    <w:rsid w:val="00E2726B"/>
    <w:rsid w:val="00E37801"/>
    <w:rsid w:val="00E46EAA"/>
    <w:rsid w:val="00E5038C"/>
    <w:rsid w:val="00E50B69"/>
    <w:rsid w:val="00E5298B"/>
    <w:rsid w:val="00E56EFB"/>
    <w:rsid w:val="00E6458F"/>
    <w:rsid w:val="00E7242D"/>
    <w:rsid w:val="00E87E25"/>
    <w:rsid w:val="00EA04F1"/>
    <w:rsid w:val="00EA2FD3"/>
    <w:rsid w:val="00EB7CE9"/>
    <w:rsid w:val="00EC433F"/>
    <w:rsid w:val="00ED1FDE"/>
    <w:rsid w:val="00F06EFB"/>
    <w:rsid w:val="00F1529E"/>
    <w:rsid w:val="00F16F07"/>
    <w:rsid w:val="00F45975"/>
    <w:rsid w:val="00F45B7C"/>
    <w:rsid w:val="00F45FCE"/>
    <w:rsid w:val="00F9334F"/>
    <w:rsid w:val="00F97D7F"/>
    <w:rsid w:val="00FA122C"/>
    <w:rsid w:val="00FA3B95"/>
    <w:rsid w:val="00FC1278"/>
    <w:rsid w:val="00FE77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ascii="TimesET" w:hAnsi="TimesET"/>
    </w:rPr>
  </w:style>
  <w:style w:type="paragraph" w:styleId="1">
    <w:name w:val="heading 1"/>
    <w:basedOn w:val="a"/>
    <w:next w:val="a"/>
    <w:qFormat/>
    <w:pPr>
      <w:keepNext/>
      <w:spacing w:line="288" w:lineRule="auto"/>
      <w:jc w:val="center"/>
      <w:outlineLvl w:val="0"/>
    </w:pPr>
    <w:rPr>
      <w:rFonts w:ascii="Times New Roman" w:hAnsi="Times New Roman"/>
      <w:sz w:val="32"/>
    </w:rPr>
  </w:style>
  <w:style w:type="paragraph" w:styleId="2">
    <w:name w:val="heading 2"/>
    <w:basedOn w:val="a"/>
    <w:next w:val="a"/>
    <w:qFormat/>
    <w:pPr>
      <w:keepNext/>
      <w:ind w:left="1416" w:firstLine="708"/>
      <w:outlineLvl w:val="1"/>
    </w:pPr>
    <w:rPr>
      <w:b/>
      <w:bCs/>
      <w:spacing w:val="12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spacing w:line="288" w:lineRule="auto"/>
      <w:jc w:val="center"/>
    </w:pPr>
    <w:rPr>
      <w:rFonts w:ascii="Times New Roman" w:hAnsi="Times New Roman"/>
      <w:b/>
      <w:sz w:val="36"/>
    </w:rPr>
  </w:style>
  <w:style w:type="paragraph" w:styleId="a4">
    <w:name w:val="Title"/>
    <w:basedOn w:val="a"/>
    <w:qFormat/>
    <w:pPr>
      <w:spacing w:line="288" w:lineRule="auto"/>
      <w:jc w:val="center"/>
    </w:pPr>
    <w:rPr>
      <w:rFonts w:ascii="Times New Roman" w:hAnsi="Times New Roman"/>
      <w:sz w:val="28"/>
    </w:rPr>
  </w:style>
  <w:style w:type="paragraph" w:styleId="a5">
    <w:name w:val="header"/>
    <w:basedOn w:val="a"/>
    <w:pPr>
      <w:tabs>
        <w:tab w:val="center" w:pos="4677"/>
        <w:tab w:val="right" w:pos="9355"/>
      </w:tabs>
    </w:pPr>
  </w:style>
  <w:style w:type="paragraph" w:styleId="a6">
    <w:name w:val="footer"/>
    <w:basedOn w:val="a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Pr>
      <w:rFonts w:ascii="Tahoma" w:hAnsi="Tahoma" w:cs="Tahoma"/>
      <w:sz w:val="16"/>
      <w:szCs w:val="16"/>
    </w:rPr>
  </w:style>
  <w:style w:type="character" w:styleId="a8">
    <w:name w:val="page number"/>
    <w:basedOn w:val="a0"/>
  </w:style>
  <w:style w:type="table" w:styleId="a9">
    <w:name w:val="Table Grid"/>
    <w:basedOn w:val="a1"/>
    <w:rsid w:val="00E56E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line number"/>
    <w:basedOn w:val="a0"/>
    <w:rsid w:val="00073A7A"/>
  </w:style>
  <w:style w:type="paragraph" w:styleId="ab">
    <w:name w:val="Document Map"/>
    <w:basedOn w:val="a"/>
    <w:semiHidden/>
    <w:rsid w:val="00E37801"/>
    <w:pPr>
      <w:shd w:val="clear" w:color="auto" w:fill="000080"/>
    </w:pPr>
    <w:rPr>
      <w:rFonts w:ascii="Tahoma" w:hAnsi="Tahoma" w:cs="Tahoma"/>
    </w:rPr>
  </w:style>
  <w:style w:type="paragraph" w:customStyle="1" w:styleId="ac">
    <w:name w:val="Нормальный (таблица)"/>
    <w:basedOn w:val="a"/>
    <w:next w:val="a"/>
    <w:uiPriority w:val="99"/>
    <w:rsid w:val="00BC2DCB"/>
    <w:pPr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ad">
    <w:name w:val="Прижатый влево"/>
    <w:basedOn w:val="a"/>
    <w:next w:val="a"/>
    <w:uiPriority w:val="99"/>
    <w:rsid w:val="00BC2DCB"/>
    <w:pPr>
      <w:autoSpaceDE w:val="0"/>
      <w:autoSpaceDN w:val="0"/>
      <w:adjustRightInd w:val="0"/>
    </w:pPr>
    <w:rPr>
      <w:rFonts w:ascii="Arial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ascii="TimesET" w:hAnsi="TimesET"/>
    </w:rPr>
  </w:style>
  <w:style w:type="paragraph" w:styleId="1">
    <w:name w:val="heading 1"/>
    <w:basedOn w:val="a"/>
    <w:next w:val="a"/>
    <w:qFormat/>
    <w:pPr>
      <w:keepNext/>
      <w:spacing w:line="288" w:lineRule="auto"/>
      <w:jc w:val="center"/>
      <w:outlineLvl w:val="0"/>
    </w:pPr>
    <w:rPr>
      <w:rFonts w:ascii="Times New Roman" w:hAnsi="Times New Roman"/>
      <w:sz w:val="32"/>
    </w:rPr>
  </w:style>
  <w:style w:type="paragraph" w:styleId="2">
    <w:name w:val="heading 2"/>
    <w:basedOn w:val="a"/>
    <w:next w:val="a"/>
    <w:qFormat/>
    <w:pPr>
      <w:keepNext/>
      <w:ind w:left="1416" w:firstLine="708"/>
      <w:outlineLvl w:val="1"/>
    </w:pPr>
    <w:rPr>
      <w:b/>
      <w:bCs/>
      <w:spacing w:val="12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spacing w:line="288" w:lineRule="auto"/>
      <w:jc w:val="center"/>
    </w:pPr>
    <w:rPr>
      <w:rFonts w:ascii="Times New Roman" w:hAnsi="Times New Roman"/>
      <w:b/>
      <w:sz w:val="36"/>
    </w:rPr>
  </w:style>
  <w:style w:type="paragraph" w:styleId="a4">
    <w:name w:val="Title"/>
    <w:basedOn w:val="a"/>
    <w:qFormat/>
    <w:pPr>
      <w:spacing w:line="288" w:lineRule="auto"/>
      <w:jc w:val="center"/>
    </w:pPr>
    <w:rPr>
      <w:rFonts w:ascii="Times New Roman" w:hAnsi="Times New Roman"/>
      <w:sz w:val="28"/>
    </w:rPr>
  </w:style>
  <w:style w:type="paragraph" w:styleId="a5">
    <w:name w:val="header"/>
    <w:basedOn w:val="a"/>
    <w:pPr>
      <w:tabs>
        <w:tab w:val="center" w:pos="4677"/>
        <w:tab w:val="right" w:pos="9355"/>
      </w:tabs>
    </w:pPr>
  </w:style>
  <w:style w:type="paragraph" w:styleId="a6">
    <w:name w:val="footer"/>
    <w:basedOn w:val="a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Pr>
      <w:rFonts w:ascii="Tahoma" w:hAnsi="Tahoma" w:cs="Tahoma"/>
      <w:sz w:val="16"/>
      <w:szCs w:val="16"/>
    </w:rPr>
  </w:style>
  <w:style w:type="character" w:styleId="a8">
    <w:name w:val="page number"/>
    <w:basedOn w:val="a0"/>
  </w:style>
  <w:style w:type="table" w:styleId="a9">
    <w:name w:val="Table Grid"/>
    <w:basedOn w:val="a1"/>
    <w:rsid w:val="00E56E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line number"/>
    <w:basedOn w:val="a0"/>
    <w:rsid w:val="00073A7A"/>
  </w:style>
  <w:style w:type="paragraph" w:styleId="ab">
    <w:name w:val="Document Map"/>
    <w:basedOn w:val="a"/>
    <w:semiHidden/>
    <w:rsid w:val="00E37801"/>
    <w:pPr>
      <w:shd w:val="clear" w:color="auto" w:fill="000080"/>
    </w:pPr>
    <w:rPr>
      <w:rFonts w:ascii="Tahoma" w:hAnsi="Tahoma" w:cs="Tahoma"/>
    </w:rPr>
  </w:style>
  <w:style w:type="paragraph" w:customStyle="1" w:styleId="ac">
    <w:name w:val="Нормальный (таблица)"/>
    <w:basedOn w:val="a"/>
    <w:next w:val="a"/>
    <w:uiPriority w:val="99"/>
    <w:rsid w:val="00BC2DCB"/>
    <w:pPr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ad">
    <w:name w:val="Прижатый влево"/>
    <w:basedOn w:val="a"/>
    <w:next w:val="a"/>
    <w:uiPriority w:val="99"/>
    <w:rsid w:val="00BC2DCB"/>
    <w:pPr>
      <w:autoSpaceDE w:val="0"/>
      <w:autoSpaceDN w:val="0"/>
      <w:adjustRightInd w:val="0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097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4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1&#1052;&#1080;&#1093;&#1085;&#1077;&#1074;&#1080;&#1095;\&#1041;&#1083;&#1072;&#1085;&#1082;&#1080;%20&#1087;&#1088;&#1072;&#1074;&#1080;&#1090;&#1077;&#1083;&#1100;&#1089;&#1090;&#1074;&#1072;%20%2031-12-2008\&#1064;&#1040;&#1041;&#1051;&#1054;&#1053;%20&#1055;&#1056;&#1048;&#1051;&#1054;&#1046;&#1045;&#1053;&#1048;&#1071;%20&#1040;&#1051;&#1068;&#1041;&#1054;&#1052;&#1053;&#1067;&#1049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ШАБЛОН ПРИЛОЖЕНИЯ АЛЬБОМНЫЙ</Template>
  <TotalTime>21</TotalTime>
  <Pages>2</Pages>
  <Words>305</Words>
  <Characters>2010</Characters>
  <Application>Microsoft Office Word</Application>
  <DocSecurity>0</DocSecurity>
  <Lines>74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/>
  <LinksUpToDate>false</LinksUpToDate>
  <CharactersWithSpaces>2277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Пользователь</dc:creator>
  <cp:lastModifiedBy>Лёксина М.А.</cp:lastModifiedBy>
  <cp:revision>8</cp:revision>
  <cp:lastPrinted>2008-04-23T07:17:00Z</cp:lastPrinted>
  <dcterms:created xsi:type="dcterms:W3CDTF">2019-12-04T08:12:00Z</dcterms:created>
  <dcterms:modified xsi:type="dcterms:W3CDTF">2019-12-18T10:26:00Z</dcterms:modified>
</cp:coreProperties>
</file>